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A07" w:rsidRPr="00353427" w:rsidRDefault="00C70A07" w:rsidP="007250F4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C70A07" w:rsidRPr="00353427" w:rsidRDefault="00C70A07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:rsidR="00C70A07" w:rsidRPr="00353427" w:rsidRDefault="00C70A07" w:rsidP="00B24F13">
      <w:pPr>
        <w:jc w:val="both"/>
        <w:rPr>
          <w:sz w:val="28"/>
          <w:szCs w:val="28"/>
        </w:rPr>
      </w:pPr>
    </w:p>
    <w:p w:rsidR="00C70A07" w:rsidRPr="00353427" w:rsidRDefault="00C70A07" w:rsidP="007250F4">
      <w:pPr>
        <w:tabs>
          <w:tab w:val="left" w:pos="5760"/>
        </w:tabs>
        <w:spacing w:line="240" w:lineRule="exact"/>
        <w:jc w:val="both"/>
      </w:pPr>
    </w:p>
    <w:p w:rsidR="00C70A07" w:rsidRPr="00353427" w:rsidRDefault="00C70A0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C70A07" w:rsidRPr="00353427" w:rsidRDefault="00C70A0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C70A07" w:rsidRPr="00353427" w:rsidRDefault="00C70A0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C70A07" w:rsidRPr="00353427" w:rsidRDefault="00C70A0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:rsidR="00C70A07" w:rsidRPr="00353427" w:rsidRDefault="00C70A0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353427">
        <w:rPr>
          <w:color w:val="000000"/>
          <w:sz w:val="28"/>
          <w:szCs w:val="28"/>
        </w:rPr>
        <w:t xml:space="preserve"> год</w:t>
      </w:r>
    </w:p>
    <w:p w:rsidR="00C70A07" w:rsidRPr="00353427" w:rsidRDefault="00C70A07" w:rsidP="004065F3">
      <w:pPr>
        <w:spacing w:line="240" w:lineRule="exact"/>
        <w:jc w:val="center"/>
        <w:rPr>
          <w:sz w:val="28"/>
          <w:szCs w:val="28"/>
        </w:rPr>
      </w:pPr>
    </w:p>
    <w:p w:rsidR="00C70A07" w:rsidRPr="00A24A1A" w:rsidRDefault="00C70A07" w:rsidP="004065F3">
      <w:pPr>
        <w:jc w:val="right"/>
        <w:rPr>
          <w:sz w:val="28"/>
          <w:szCs w:val="28"/>
        </w:rPr>
      </w:pPr>
      <w:r w:rsidRPr="00A24A1A">
        <w:rPr>
          <w:sz w:val="28"/>
          <w:szCs w:val="28"/>
        </w:rPr>
        <w:t>(тыс.рублей)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C70A07" w:rsidRPr="00353427">
        <w:trPr>
          <w:trHeight w:val="566"/>
        </w:trPr>
        <w:tc>
          <w:tcPr>
            <w:tcW w:w="6063" w:type="dxa"/>
            <w:vAlign w:val="center"/>
          </w:tcPr>
          <w:p w:rsidR="00C70A07" w:rsidRPr="00353427" w:rsidRDefault="00C70A07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C70A07" w:rsidRPr="00353427" w:rsidRDefault="00C70A07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C70A07" w:rsidRPr="00353427" w:rsidRDefault="00C70A07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C70A07" w:rsidRPr="00353427" w:rsidRDefault="00C70A07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C70A07" w:rsidRPr="00353427">
        <w:tc>
          <w:tcPr>
            <w:tcW w:w="6063" w:type="dxa"/>
            <w:vAlign w:val="center"/>
          </w:tcPr>
          <w:p w:rsidR="00C70A07" w:rsidRPr="00353427" w:rsidRDefault="00C70A07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C70A07" w:rsidRPr="00353427" w:rsidRDefault="00C70A07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C70A07" w:rsidRPr="00353427" w:rsidRDefault="00C70A07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C70A07" w:rsidRPr="00353427" w:rsidRDefault="00C70A07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1 091 103,38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418 056,42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414 323,24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210 832,87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92 866,12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39 518,95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502,10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75 545,71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2 399,99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2 666,49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1 705,00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961,49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4 253,45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3 296,35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957,10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10 797,70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10 797,70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6 723,17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4 918,57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1 804,60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01 1 01 20590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287,80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01 1 01 20590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287,80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1 092,64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891,98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01 1 01 20750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375,20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01 1 01 20750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272,10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01 1 01 20750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103,10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2 457,98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2 106,06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351,92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32,80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24,00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571,80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448,25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123,55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3 096,23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2 493,26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602,97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1 216,14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952,99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263,15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01 1 01 23000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01 1 01 23000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01 1 01 76140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7 948,51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01 1 01 76140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117,47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01 1 01 76140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7 831,04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01 1 01 76310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4 105,16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01 1 01 76310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2 618,41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01 1 01 76310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1 486,75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3 936,93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3 266,00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670,93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01 1 01 77170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153 892,52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01 1 01 77170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83 673,53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01 1 01 77170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01 1 01 77170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69 781,99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356,58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01 1 02 20230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137,58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01 1 02 20230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137,58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02 S7920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219,00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02 S7920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219,00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3 376,60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03 2ИП19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3 336,60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1 03 2ИП19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3 336,60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602 895,35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539 204,67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153 707,14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78 158,43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30 565,34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1 129,34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40 792,21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3 061,82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2 946,28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2 050,12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896,16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1 477,66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1 209,27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268,39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7 083,70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7 083,70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8 839,35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8 422,35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01 2 01 20590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177,18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01 2 01 20590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177,18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292,99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223,02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69,97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956,50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811,80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144,70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01 2 01 20750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199,90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01 2 01 20750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163,40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01 2 01 20750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36,50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3 402,08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3 330,08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346,70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299,45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47,25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2 998,80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2 752,03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246,77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746,24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654,89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91,35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01 2 01 23000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60,19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01 2 01 23000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60,19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01 2 01 53030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24 217,20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01 2 01 53030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15 721,39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01 2 01 53030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8 495,81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01 2 01 76310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1 234,93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01 2 01 76310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821,83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01 2 01 76310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413,10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7 819,80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6 395,00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1 424,80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Резервный фонд Правительства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01 2 01 76900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2 103,26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01 2 01 76900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2 103,26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01 2 01 77160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261 691,26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01 2 01 77160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172 874,60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01 2 01 77160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2 395,90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01 2 01 77160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86 420,76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L3040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35 721,76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L3040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19 492,30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L3040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16 229,46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Благоустройство территорий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S6430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23 150,45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01 S6430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23 150,45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45 993,72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3 787,22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1 082,54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400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1 830,10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874,58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S7205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22 469,28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S7205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400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22 469,28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S7210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19 455,74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S7210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19 455,74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S7920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281,48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02 S7920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281,48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01 2 04 00000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4 415,64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"Обустройство школьной спортивной площадки в селе Ореховка"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04 2ИП20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4 415,64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04 2ИП20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4 415,64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регионального проекта "Современная школа"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E1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11 833,95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E1 S1690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11 833,95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E1 S1690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9 147,87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E1 S1690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2 686,08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E2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1 447,37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E2 50970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1 447,37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2 E2 50970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1 447,37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39 878,33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39 878,33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37 340,52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35 229,19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1 905,10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192,33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271,66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271,66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113,59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113,59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81,65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81,65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01 3 01 20590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01 3 01 20590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01 3 01 20750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01 3 01 20750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834,42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834,42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01 3 01 20930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01 3 01 20930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78,40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78,40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289,81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289,81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443,03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443,03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01 3 01 23000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12,76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01 3 01 23000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12,76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161,76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01 3 01 76890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161,76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10 809,21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3 780,48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01 4 01 78810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3 780,48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01 4 01 78810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01 4 01 78810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2 118,31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01 4 01 78810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1 634,38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1 082,57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01 4 02 20220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1 082,57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01 4 02 20220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923,19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01 4 02 20220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159,38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5 946,16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3 245,80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3 245,80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25,28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25,28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1 928,86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400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1 928,86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01 4 03 78810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723,56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01 4 03 78810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723,56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19 464,07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10 997,20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10 583,97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9 028,24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1 348,73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32,02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32,02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157,51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157,51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8 466,87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177,28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177,28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6 456,41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6 456,41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1 170,54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908,00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262,54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609,64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01 5 02 20980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609,64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60 698,66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38 005,30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28 676,60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26 078,13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15 762,13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3 216,61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4 774,13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2 308,83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89,11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89,11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525,33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525,33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02 1 01 20600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1 423,96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1 423,96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157,72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157,72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1 816,75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физкультурно-спортивных мероприятий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02 1 02 20380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1 816,75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02 1 02 20380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1 776,75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02 1 02 20380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2 493,54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03 2ИП05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301,70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03 2ИП05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301,70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142" w:right="-253"/>
            </w:pPr>
            <w:r w:rsidRPr="00C751AF">
              <w:t>02 1 03 SИП05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2 171,66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142" w:right="-253"/>
            </w:pPr>
            <w:r w:rsidRPr="00C751AF">
              <w:t>02 1 03 SИП05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2 171,66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02 1 06 00000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5 018,41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02 1 06 20440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42,25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02 1 06 20440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42,25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06 2ИП14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761,60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06 2ИП14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761,60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06 2ИП15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4 214,56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1 06 2ИП15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4 214,56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3 138,87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3 138,87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2 312,89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2 012,44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300,45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02 2 01 20370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774,89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02 2 01 20370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744,89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02 2 01 20370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02 3 00 00000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02 3 01 00000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02 3 01 20650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02 3 01 20650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02 3 02 00000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02 3 02 21080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02 3 02 21080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02 4 00 00000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12 851,23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02 4 01 00000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12 851,23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02 4 01 78110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5 537,20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02 4 01 78110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5 537,20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02 4 01 78130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7 164,03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02 4 01 78130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7 164,03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02 4 01 78140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02 4 01 78140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6 407,26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6 407,26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79,13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79,13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2 793,29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2 793,29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417,06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398,63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75,43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75,43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02 5 01 76100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615,13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02 5 01 76100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615,13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02 5 01 76200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2 417,77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02 5 01 76200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2 417,77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02 6 00 00000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02 6 01 00000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02 6 01 20350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02 6 01 20350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02 6 02 00000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02 6 02 20350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02 6 02 20350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633 295,37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606 175,72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513 727,76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03 1 01 52200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2 711,42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03 1 01 52200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03 1 01 52200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2 671,35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03 1 01 52500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63 142,12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03 1 01 52500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302,82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03 1 01 52500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607,37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03 1 01 52500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62 231,93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03 1 01 73020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03 1 01 73020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1 000,00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1 000,00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72,44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0,97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71,47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28 342,57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28 340,17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28 676,80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353,50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03 1 01 76280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28 323,30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03 1 01 77190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8 391,44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03 1 01 77190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81,84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03 1 01 77190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8 309,60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271,99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266,99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03 1 01 77650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03 1 01 77650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0,34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03 1 01 77650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03 1 01 77820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25 407,23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03 1 01 77820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315,50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03 1 01 77820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25 091,73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56 519,94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965,00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55 554,94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55 558,36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880,00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54 678,36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557,73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545,33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22,49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0,13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22,36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84,60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1,41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83,19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33 019,96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517,80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32 502,16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03 1 01 78270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232,40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03 1 01 78730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605,62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03 1 01 78730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605,62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R3020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193 024,38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R3020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193 024,38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R4040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15 851,56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R4040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15 851,56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R4620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179,62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01 R4620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179,62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P1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92 447,96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P1 50840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44 020,29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P1 50840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44 020,29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Ежемесячная выплата в связи с рождением (усыновлением) первого ребенка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P1 55730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48 427,67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P1 55730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260,40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P1 55730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456,09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1 P1 55730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47 711,18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27 119,65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27 119,65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36,46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36,46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55,61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55,61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03 2 01 76210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27 027,58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03 2 01 76210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25 101,64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03 2 01 76210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1 923,65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03 2 01 76210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2,29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108 360,36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40 186,37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2 583,79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04 1 01 20630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2 583,79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04 1 01 20630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2 583,79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4 976,24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Поддержка жилищно-коммунального хозяйства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04 1 03 20460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4 955,24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04 1 03 20460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2 412,17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04 1 03 20460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2 543,07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04 1 04 00000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718,50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04 1 04 20500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718,50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04 1 04 20500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718,50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04 1 05 00000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829,81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04 1 05 77150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829,81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04 1 05 77150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829,81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24 530,83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187,50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187,50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795,00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795,00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441,45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441,45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2ИП06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2ИП06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2ИП07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224,49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2ИП07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224,49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2ИП09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2ИП09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2ИП12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06 2ИП12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1 877,60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1 877,60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2 525,00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2 525,00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2 679,32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2 679,32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SИП06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2 525,00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SИП06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2 525,00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SИП07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1 612,07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SИП07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1 612,07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SИП09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2 067,40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SИП09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2 067,40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4 705,00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4 705,00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SИП12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3 350,00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04 1 06 SИП12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3 350,00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04 1 08 00000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6 546,18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08 2ИП17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2 811,43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08 2ИП17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2 811,43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08 2ИП18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923,26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08 2ИП18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923,26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"Благоустройство территории, прилегающей к многоквартирным домам по улицам Телеграфной, 9-е Января г.Светлограда"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08 2ИП21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2 811,49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08 2ИП21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2 811,49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G2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1,02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G2 52690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1,02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1 G2 52690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1,02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21 460,03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276,50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04 2 01 21070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276,50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04 2 01 21070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276,50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21 183,53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энергосбережению и повышению энергетической эффективности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04 2 02 20240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04 2 02 20240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04 2 02 20470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20 683,53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04 2 02 20470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20 683,53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04 3 00 00000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238,78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04 3 02 00000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238,78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04 3 02 21030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238,78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04 3 02 21030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238,78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46 475,18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46 475,18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290,86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290,86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10 707,55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10 707,55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33 038,88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33 038,88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49,65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49,65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1 857,80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266,22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1 591,58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461,81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461,81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59,93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04 4 01 21160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59,93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372 616,88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365 315,48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264 338,73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85 932,92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65 473,12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18 985,22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1 474,58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204,00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204,00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562,57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562,57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2 590,00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2 564,45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25,55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7 618,23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7 618,23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2 202,46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1 627,46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400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575,00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53,67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53,67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253,99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251,19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2 161,87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2 161,87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930,07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930,07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L4670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1 294,00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L4670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1 294,00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S6660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99 940,84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S6660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99 940,84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S7400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60 594,11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01 S7400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60 594,11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5 743,45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3 974,33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2 731,39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1 227,86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15,08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1 571,34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1 571,34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0,40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63,82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05 1 02 21000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63,82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35 502,56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33 247,50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30 916,56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2 213,73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117,21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221,75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221,75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474,23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474,23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14,10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0,20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177,31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177,31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544,75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544,75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05 1 03 23000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05 1 03 23000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L5194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439,22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03 L5194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439,22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20 916,82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17 528,99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12 997,34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833,29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3 695,88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2,48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70,96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140,20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132,10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1 399,14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1 396,54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4,68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1,98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29,50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0,20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290,02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272,02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939,73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836,83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102,90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05 1 04 76890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5 611,11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5 303,43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5 303,43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45,25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05 1 05 20280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45,25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32,60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32,60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05 1 05 20920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91,42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91,42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99,81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05 1 05 21000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99,81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05 1 06 00000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5 371,30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05 1 06 20440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05 1 06 20440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06 2ИП08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06 2ИП08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06 2ИП13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435,80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06 2ИП13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435,80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05 1 06 SИП08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2 007,50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05 1 06 SИП08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2 007,50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05 1 06 SИП13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2 525,00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05 1 06 SИП13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2 525,00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05 1 07 00000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1 017,72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05 1 07 20440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212,30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05 1 07 20440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212,30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05 1 07 20900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805,42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05 1 07 20900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805,42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26 561,26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55195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4 016,57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55195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4 016,57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55197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5 407,86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55197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5 407,86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Техническое оснащение муниципальных музеев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55900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4 328,86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55900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4 328,86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Реконструкция и капитальный ремонт муниципальных музеев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55970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12 807,97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A1 55970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12 807,97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регионального проекта "Творческие люди"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252,53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A2 55191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101,01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A2 55191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101,01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A2 55192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151,52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1 A2 55192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151,52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7 301,40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7 301,40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4 372,51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4 372,51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05 2 01 20360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2 329,59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05 2 01 20360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2 329,59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161,91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161,91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136,50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124,60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173,10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173,10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10,39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10,39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05 2 01 21160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DE4A98" w:rsidRDefault="00C70A07" w:rsidP="00C751AF">
            <w:pPr>
              <w:jc w:val="right"/>
            </w:pPr>
            <w:r w:rsidRPr="00DE4A98">
              <w:t>63 127,61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DE4A98" w:rsidRDefault="00C70A07" w:rsidP="00C751AF">
            <w:pPr>
              <w:jc w:val="right"/>
            </w:pPr>
            <w:r w:rsidRPr="00DE4A98">
              <w:t>45 106,51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DE4A98" w:rsidRDefault="00C70A07" w:rsidP="00C751AF">
            <w:pPr>
              <w:jc w:val="right"/>
            </w:pPr>
            <w:r w:rsidRPr="00DE4A98">
              <w:t>7 753,34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06 1 01 10100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6 379,80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06 1 01 10100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6 379,80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06 1 01 20700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 xml:space="preserve"> 987,80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06 1 01 20700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 xml:space="preserve"> 987,80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01 2ИП00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385,74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01 2ИП00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385,74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37 353,17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33 671,94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32 973,38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06 1 03 11010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698,56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06 1 03 20690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3 481,23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06 1 03 20690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3 481,23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06 1 03 20840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06 1 03 20840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18 021,10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18 021,10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525,82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525,82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16 708,05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16 708,05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303,58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303,58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363,75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64,32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64,32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37,68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06 2 01 21160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37,68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53 200,09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770,80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07 1 01 20340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07 1 01 20340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570,80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оказание финансовой помощи в целях предупреждения банкротства и восстановления платежеспособности муниципального унитарного предприятия "Торгбыт"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07 1 02 21150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570,80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07 1 02 21150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570,80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52 429,29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52 429,29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144,04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144,04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5 655,66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5 655,66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43 510,98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34 933,68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8 044,84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532,46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43,56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481,95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481,95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191,11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191,11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282,57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281,99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0,58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1 933,00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1 933,00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8,54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07 2 01 20980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8,54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133,57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07 2 01 21000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133,57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07 2 01 21160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390,00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390,00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08 1 01 20290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08 1 01 20290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08 1 02 20250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08 1 02 20250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08 1 04 00000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08 1 04 21210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08 1 04 21210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7 209,14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550,35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550,35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09 1 01 20660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09 1 01 20660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09 1 01 20660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310,00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09 1 01 76540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210,35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09 1 01 76540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210,35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6 658,79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6 658,79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112,92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112,92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4 169,94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4 169,94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09 2 01 76530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2 375,93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09 2 01 76530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2 099,51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09 2 01 76530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276,42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411 825,79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411 825,79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2 284,85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10 1 01 20580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2 284,85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10 1 01 20580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2 284,85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5 479,65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10 1 02 20440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10 1 02 20440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02 2ИП04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02 2ИП04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337,00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02 2ИП11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02 2ИП11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301,00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10 1 02 SИП04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2 510,69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10 1 02 SИП04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2 510,69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10 1 02 SИП11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2 217,96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897A47">
            <w:pPr>
              <w:ind w:left="-75" w:right="-111" w:hanging="67"/>
              <w:jc w:val="center"/>
            </w:pPr>
            <w:r w:rsidRPr="00C751AF">
              <w:t>10 1 02 SИП11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2 217,96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238 373,81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10 1 03 20570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52 301,21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10 1 03 20570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48 301,21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10 1 03 20570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4 000,00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03 S8660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186 072,60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03 S8660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186 072,60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10 1 04 00000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5 976,96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Ремонт улично-дорожной сети (конкурсный отбор 2020 года)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10 1 04 20670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10 1 04 20670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04 2ИП16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1 727,82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04 2ИП16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1 727,82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инициативного проекта "Обустройство автомобильной дороги - подъезд к общественному кладбищу с.Шведино"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04 2ИП22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3 749,14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04 2ИП22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3 749,14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10 1 05 00000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159 710,52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10 1 05 21010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3 026,88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10 1 05 21010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400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3 026,88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05 S6490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156 683,64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10 1 05 S6490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400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156 683,64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7 735,20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1 753,73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1 301,73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в области градостроительной деятельности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11 1 01 20300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167,73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11 1 01 20300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167,73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Разработка и утверждение программ комплексного развития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11 1 01 22010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1 134,00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11 1 01 22010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1 134,00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452,00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11 1 02 20330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11 1 02 20330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11 1 02 21040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11 1 02 21040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5 981,47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5 981,47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2 01 L4970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650,16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2 01 L4970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650,16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2 01 S4970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5 331,31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11 2 01 S4970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300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5 331,31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81 134,90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81 134,90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81 096,97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12 1 01 20620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80 146,47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12 1 01 20620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80 146,47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Приобретение и содержание имущественных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12 1 01 20710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17,39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12 1 01 20710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17,39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12 1 01 21050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933,11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12 1 01 21050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933,11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12 1 02 21050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12 1 02 21050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37,93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49 329,01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161,26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121,26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13 1 01 20350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13 1 01 20350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01 S7730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105,26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01 S7730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105,26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13 1 02 20740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13 1 02 20740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13 2 01 20310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13 2 01 20310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251,07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13 3 01 20560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13 3 01 20560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100,31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105,76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13 3 02 20430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64,40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13 3 02 20430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64,40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13 3 02 76360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38,36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13 3 02 76360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38,36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13 3 02 76930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13 3 02 76930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13 3 03 20640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13 3 03 20640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13 3 04 00000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13 3 04 20680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13 3 04 20680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48 816,68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13 747,83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13 4 01 20230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358,18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13 4 01 20230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358,18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01 S8790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13 389,65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01 S8790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13 389,65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6 274,23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5 745,98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5 088,91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633,91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202,50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202,50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13 4 02 20390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310,50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13 4 02 20390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310,50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15,25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15,25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13 4 03 00000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25 767,00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13 4 03 20230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23 195,00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13 4 03 20230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17 435,00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13 4 03 20230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5 760,00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13 4 03 22000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2 572,00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13 4 03 22000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2 345,00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13 4 03 22000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227,00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13 4 04 00000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3 027,62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13 4 04 11010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3 027,62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13 4 04 11010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3 027,62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66 156,37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14 1 01 00000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14 1 01 20820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14 1 01 20820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14 1 02 00000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14 1 02 20760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14 1 02 20760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14 2 00 00000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14 2 01 00000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14 2 01 20810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14 2 01 20810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930,00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17 688,51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17 688,51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15 195,77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12 306,26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2 887,91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14 3 02 11010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14 3 02 20320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2 128,99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2 128,99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14 3 02 20940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13,75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45 815,68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36 248,74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942,11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14 5 01 10010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942,11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35 003,85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14 5 01 10020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35 003,85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302,78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192,78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14 5 01 21160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9 566,94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14 5 02 20270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28,27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14 5 02 20270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28,27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397,81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14 5 02 20440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397,81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659,85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659,85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6 673,43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5 017,65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14 5 02 20790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1 655,78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1 733,88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14 5 02 20840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1 733,88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73,70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14 5 02 20940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73,70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14 6 00 00000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1 612,18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14 6 01 00000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1 612,18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14 6 01 20690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1 612,18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14 6 01 20690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1 612,18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50 0 00 00000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78 043,98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50 1 00 00000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1 669,59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50 1 00 10010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50 1 00 10010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50 1 00 10020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1 628,03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50 1 00 10020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1 628,03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50 3 00 00000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1 577,72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50 3 00 10010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50 3 00 10010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50 3 00 10020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1 536,16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50 3 00 10020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1 536,16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73 623,15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1 859,34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1 648,13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210,61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0,60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53 606,89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53 606,89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749,16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537,08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50 4 00 10050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212,08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50 4 00 20260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2 367,81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50 4 00 20260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2 367,81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50 4 00 20410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318,75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50 4 00 20410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318,75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50 4 00 20800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50 4 00 20800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50 4 00 21170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170,74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50 4 00 21170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151,50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50 4 00 21170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600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19,24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50 4 00 21180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3 922,07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50 4 00 21180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3 922,07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50 4 00 51200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118,52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50 4 00 51200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118,52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50 4 00 75490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2 838,42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50 4 00 75490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2 838,42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50 4 00 76610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268,73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50 4 00 76610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268,73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50 4 00 76630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1 786,57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50 4 00 76630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1 626,45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50 4 00 76630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200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160,12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50 4 00 76903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50 4 00 76903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3 000,00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Подготовка и проведение выборов депутатов представительных органов муниципальных образований Ставропольского края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50 4 00 78890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2 516,15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50 4 00 78890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800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2 516,15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50 6 00 00000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1 173,52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50 6 00 10010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50 6 00 10010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41,56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50 6 00 10020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1 131,96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50 6 00 10020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100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1 131,96</w:t>
            </w:r>
          </w:p>
        </w:tc>
      </w:tr>
      <w:tr w:rsidR="00C70A07" w:rsidRPr="00C751AF">
        <w:tc>
          <w:tcPr>
            <w:tcW w:w="6063" w:type="dxa"/>
            <w:vAlign w:val="center"/>
          </w:tcPr>
          <w:p w:rsidR="00C70A07" w:rsidRPr="00C751AF" w:rsidRDefault="00C70A07" w:rsidP="00C751AF">
            <w:pPr>
              <w:jc w:val="both"/>
            </w:pPr>
            <w:r w:rsidRPr="00C751AF">
              <w:t>Всего:</w:t>
            </w:r>
          </w:p>
        </w:tc>
        <w:tc>
          <w:tcPr>
            <w:tcW w:w="1522" w:type="dxa"/>
            <w:vAlign w:val="bottom"/>
          </w:tcPr>
          <w:p w:rsidR="00C70A07" w:rsidRPr="00C751AF" w:rsidRDefault="00C70A07" w:rsidP="00C751AF">
            <w:pPr>
              <w:ind w:left="-75" w:right="-111"/>
            </w:pPr>
            <w:r w:rsidRPr="00C751AF">
              <w:t> </w:t>
            </w:r>
          </w:p>
        </w:tc>
        <w:tc>
          <w:tcPr>
            <w:tcW w:w="545" w:type="dxa"/>
            <w:vAlign w:val="bottom"/>
          </w:tcPr>
          <w:p w:rsidR="00C70A07" w:rsidRPr="00C751AF" w:rsidRDefault="00C70A07" w:rsidP="00C751AF">
            <w:pPr>
              <w:ind w:left="-108" w:right="-103"/>
              <w:jc w:val="center"/>
            </w:pPr>
            <w:r w:rsidRPr="00C751AF">
              <w:t> </w:t>
            </w:r>
          </w:p>
        </w:tc>
        <w:tc>
          <w:tcPr>
            <w:tcW w:w="1606" w:type="dxa"/>
            <w:vAlign w:val="bottom"/>
          </w:tcPr>
          <w:p w:rsidR="00C70A07" w:rsidRPr="00C751AF" w:rsidRDefault="00C70A07" w:rsidP="00C751AF">
            <w:pPr>
              <w:jc w:val="right"/>
            </w:pPr>
            <w:r w:rsidRPr="00C751AF">
              <w:t>3 08</w:t>
            </w:r>
            <w:r>
              <w:t>4</w:t>
            </w:r>
            <w:r w:rsidRPr="00C751AF">
              <w:t xml:space="preserve"> 226,74</w:t>
            </w:r>
          </w:p>
        </w:tc>
      </w:tr>
    </w:tbl>
    <w:p w:rsidR="00C70A07" w:rsidRDefault="00C70A07"/>
    <w:p w:rsidR="00C70A07" w:rsidRDefault="00C70A07"/>
    <w:p w:rsidR="00C70A07" w:rsidRPr="00353427" w:rsidRDefault="00C70A07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:rsidR="00C70A07" w:rsidRPr="00353427" w:rsidRDefault="00C70A07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:rsidR="00C70A07" w:rsidRDefault="00C70A07" w:rsidP="001E3188">
      <w:pPr>
        <w:pStyle w:val="Header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C70A07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3549"/>
    <w:rsid w:val="00054CCC"/>
    <w:rsid w:val="000617D3"/>
    <w:rsid w:val="000632BB"/>
    <w:rsid w:val="000675D6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4DFB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537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C5224"/>
    <w:rsid w:val="002C7EF1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15A5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64F7F"/>
    <w:rsid w:val="0047322A"/>
    <w:rsid w:val="00484126"/>
    <w:rsid w:val="00487D35"/>
    <w:rsid w:val="00493B83"/>
    <w:rsid w:val="004A3FA0"/>
    <w:rsid w:val="004A40A0"/>
    <w:rsid w:val="004B052D"/>
    <w:rsid w:val="004B06CA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0A00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130C6"/>
    <w:rsid w:val="0061535D"/>
    <w:rsid w:val="006259FA"/>
    <w:rsid w:val="00635059"/>
    <w:rsid w:val="006424A4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A6EA1"/>
    <w:rsid w:val="006C3799"/>
    <w:rsid w:val="006D5745"/>
    <w:rsid w:val="006E1622"/>
    <w:rsid w:val="006F0246"/>
    <w:rsid w:val="006F1348"/>
    <w:rsid w:val="00703FBE"/>
    <w:rsid w:val="00706586"/>
    <w:rsid w:val="0071185F"/>
    <w:rsid w:val="00713A1B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50DC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260E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97A47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07805"/>
    <w:rsid w:val="009125CB"/>
    <w:rsid w:val="00923867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B7E68"/>
    <w:rsid w:val="009C3A0B"/>
    <w:rsid w:val="009D0D09"/>
    <w:rsid w:val="009D3480"/>
    <w:rsid w:val="009D4D8B"/>
    <w:rsid w:val="009E45E5"/>
    <w:rsid w:val="009F209B"/>
    <w:rsid w:val="009F52F3"/>
    <w:rsid w:val="009F6365"/>
    <w:rsid w:val="00A0512F"/>
    <w:rsid w:val="00A16F81"/>
    <w:rsid w:val="00A20703"/>
    <w:rsid w:val="00A24A1A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3607"/>
    <w:rsid w:val="00B6519A"/>
    <w:rsid w:val="00B77B38"/>
    <w:rsid w:val="00B81C17"/>
    <w:rsid w:val="00B87C4E"/>
    <w:rsid w:val="00B903C9"/>
    <w:rsid w:val="00B90ABB"/>
    <w:rsid w:val="00B931D1"/>
    <w:rsid w:val="00B93EE2"/>
    <w:rsid w:val="00B941AC"/>
    <w:rsid w:val="00B97A78"/>
    <w:rsid w:val="00BA090B"/>
    <w:rsid w:val="00BA2C6F"/>
    <w:rsid w:val="00BC1FE8"/>
    <w:rsid w:val="00BC7FB3"/>
    <w:rsid w:val="00BD198A"/>
    <w:rsid w:val="00BD39AF"/>
    <w:rsid w:val="00BE1401"/>
    <w:rsid w:val="00BF0D28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566B4"/>
    <w:rsid w:val="00C60895"/>
    <w:rsid w:val="00C702B5"/>
    <w:rsid w:val="00C70A07"/>
    <w:rsid w:val="00C71DA9"/>
    <w:rsid w:val="00C72CB6"/>
    <w:rsid w:val="00C751AF"/>
    <w:rsid w:val="00C81912"/>
    <w:rsid w:val="00C845FF"/>
    <w:rsid w:val="00C936DA"/>
    <w:rsid w:val="00CA12D4"/>
    <w:rsid w:val="00CA1D73"/>
    <w:rsid w:val="00CA5DD5"/>
    <w:rsid w:val="00CA60D6"/>
    <w:rsid w:val="00CA72F2"/>
    <w:rsid w:val="00CB2655"/>
    <w:rsid w:val="00CB6B82"/>
    <w:rsid w:val="00CC36E5"/>
    <w:rsid w:val="00CC7319"/>
    <w:rsid w:val="00CE1521"/>
    <w:rsid w:val="00CE2644"/>
    <w:rsid w:val="00CE6DA3"/>
    <w:rsid w:val="00CF14E3"/>
    <w:rsid w:val="00CF71BD"/>
    <w:rsid w:val="00D04632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E4A98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7A5"/>
    <w:rsid w:val="00F35C37"/>
    <w:rsid w:val="00F365A1"/>
    <w:rsid w:val="00F36F48"/>
    <w:rsid w:val="00F430EA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D028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988</TotalTime>
  <Pages>49</Pages>
  <Words>18988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168</cp:revision>
  <cp:lastPrinted>2022-10-13T11:23:00Z</cp:lastPrinted>
  <dcterms:created xsi:type="dcterms:W3CDTF">2018-01-17T13:59:00Z</dcterms:created>
  <dcterms:modified xsi:type="dcterms:W3CDTF">2022-10-13T11:26:00Z</dcterms:modified>
</cp:coreProperties>
</file>