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B1" w:rsidRDefault="00A96AB1" w:rsidP="007A019D">
      <w:pPr>
        <w:spacing w:line="240" w:lineRule="exact"/>
        <w:ind w:left="109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A96AB1" w:rsidRDefault="00A96AB1" w:rsidP="007A019D">
      <w:pPr>
        <w:spacing w:line="240" w:lineRule="exact"/>
        <w:ind w:left="1098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Совета депутатов  Петровского муниципального округа Ставропольского края «О бюджете Петровского муниципального округа Ставропольского края на 2024 год и плановый период 2025 и 2026 годов»</w:t>
      </w:r>
    </w:p>
    <w:p w:rsidR="00A96AB1" w:rsidRDefault="00A96AB1" w:rsidP="00E56553">
      <w:pPr>
        <w:jc w:val="center"/>
      </w:pPr>
    </w:p>
    <w:p w:rsidR="00A96AB1" w:rsidRPr="001F7734" w:rsidRDefault="00A96AB1" w:rsidP="00E56553">
      <w:pPr>
        <w:jc w:val="center"/>
      </w:pPr>
    </w:p>
    <w:p w:rsidR="00A96AB1" w:rsidRPr="001F7734" w:rsidRDefault="00A96AB1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РАСПРЕДЕЛЕНИЕ</w:t>
      </w:r>
    </w:p>
    <w:p w:rsidR="00A96AB1" w:rsidRPr="001F7734" w:rsidRDefault="00A96AB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 xml:space="preserve"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</w:t>
      </w:r>
    </w:p>
    <w:p w:rsidR="00A96AB1" w:rsidRPr="001F7734" w:rsidRDefault="00A96AB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 xml:space="preserve">и непрограммным направлениям деятельности) (ЦСР) и группам видов расходов (ВР) классификации расходов </w:t>
      </w:r>
    </w:p>
    <w:p w:rsidR="00A96AB1" w:rsidRPr="001F7734" w:rsidRDefault="00A96AB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 xml:space="preserve">бюджетов в ведомственной структуре расходов бюджета Петровского муниципального округа </w:t>
      </w:r>
    </w:p>
    <w:p w:rsidR="00A96AB1" w:rsidRPr="001F7734" w:rsidRDefault="00A96AB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Ставропольского края на 2024 год и плановый период 2025 и 2026 годов</w:t>
      </w:r>
    </w:p>
    <w:p w:rsidR="00A96AB1" w:rsidRPr="001F7734" w:rsidRDefault="00A96AB1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:rsidR="00A96AB1" w:rsidRPr="001F7734" w:rsidRDefault="00A96AB1" w:rsidP="00497E4E">
      <w:pPr>
        <w:tabs>
          <w:tab w:val="left" w:pos="4253"/>
        </w:tabs>
        <w:spacing w:line="240" w:lineRule="exact"/>
        <w:ind w:right="-365"/>
        <w:jc w:val="center"/>
      </w:pPr>
      <w:r w:rsidRPr="001F7734">
        <w:t xml:space="preserve">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"/>
        <w:gridCol w:w="6875"/>
        <w:gridCol w:w="567"/>
        <w:gridCol w:w="425"/>
        <w:gridCol w:w="425"/>
        <w:gridCol w:w="1558"/>
        <w:gridCol w:w="567"/>
        <w:gridCol w:w="1559"/>
        <w:gridCol w:w="1558"/>
        <w:gridCol w:w="1558"/>
      </w:tblGrid>
      <w:tr w:rsidR="00A96AB1" w:rsidRPr="001F7734">
        <w:trPr>
          <w:trHeight w:val="70"/>
        </w:trPr>
        <w:tc>
          <w:tcPr>
            <w:tcW w:w="6877" w:type="dxa"/>
            <w:gridSpan w:val="2"/>
            <w:vMerge w:val="restart"/>
            <w:vAlign w:val="center"/>
          </w:tcPr>
          <w:p w:rsidR="00A96AB1" w:rsidRPr="001F7734" w:rsidRDefault="00A96AB1" w:rsidP="00E56553">
            <w:pPr>
              <w:ind w:right="-108"/>
              <w:jc w:val="center"/>
            </w:pPr>
            <w:r w:rsidRPr="001F7734">
              <w:t>Наименование</w:t>
            </w:r>
          </w:p>
          <w:p w:rsidR="00A96AB1" w:rsidRPr="001F7734" w:rsidRDefault="00A96AB1" w:rsidP="00E56553">
            <w:pPr>
              <w:ind w:right="-108"/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A96AB1" w:rsidRPr="001F7734" w:rsidRDefault="00A96AB1" w:rsidP="00E56553">
            <w:pPr>
              <w:ind w:left="-108" w:right="-103"/>
              <w:jc w:val="center"/>
            </w:pPr>
            <w:r w:rsidRPr="001F7734">
              <w:t>Вед.</w:t>
            </w:r>
          </w:p>
        </w:tc>
        <w:tc>
          <w:tcPr>
            <w:tcW w:w="425" w:type="dxa"/>
            <w:vMerge w:val="restart"/>
            <w:vAlign w:val="center"/>
          </w:tcPr>
          <w:p w:rsidR="00A96AB1" w:rsidRPr="001F7734" w:rsidRDefault="00A96AB1" w:rsidP="00E56553">
            <w:pPr>
              <w:ind w:left="-108" w:right="-103"/>
              <w:jc w:val="center"/>
            </w:pPr>
            <w:r w:rsidRPr="001F7734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A96AB1" w:rsidRPr="001F7734" w:rsidRDefault="00A96AB1" w:rsidP="00E56553">
            <w:pPr>
              <w:ind w:left="-108" w:right="-103"/>
              <w:jc w:val="center"/>
            </w:pPr>
            <w:r w:rsidRPr="001F7734">
              <w:t>ПР</w:t>
            </w:r>
          </w:p>
        </w:tc>
        <w:tc>
          <w:tcPr>
            <w:tcW w:w="1559" w:type="dxa"/>
            <w:vMerge w:val="restart"/>
            <w:vAlign w:val="center"/>
          </w:tcPr>
          <w:p w:rsidR="00A96AB1" w:rsidRPr="001F7734" w:rsidRDefault="00A96AB1" w:rsidP="001D7BC0">
            <w:pPr>
              <w:ind w:left="-108" w:right="-108"/>
              <w:jc w:val="center"/>
            </w:pPr>
            <w:r w:rsidRPr="001F7734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A96AB1" w:rsidRPr="001F7734" w:rsidRDefault="00A96AB1" w:rsidP="001D7BC0">
            <w:pPr>
              <w:ind w:left="-108" w:right="-103"/>
              <w:jc w:val="center"/>
            </w:pPr>
            <w:r w:rsidRPr="001F7734">
              <w:t>ВР</w:t>
            </w:r>
          </w:p>
        </w:tc>
        <w:tc>
          <w:tcPr>
            <w:tcW w:w="4678" w:type="dxa"/>
            <w:gridSpan w:val="3"/>
          </w:tcPr>
          <w:p w:rsidR="00A96AB1" w:rsidRPr="001F7734" w:rsidRDefault="00A96AB1" w:rsidP="00E56553">
            <w:pPr>
              <w:ind w:left="-97" w:right="-108"/>
              <w:jc w:val="center"/>
            </w:pPr>
            <w:r w:rsidRPr="001F7734">
              <w:t>Сумма по годам</w:t>
            </w:r>
          </w:p>
        </w:tc>
      </w:tr>
      <w:tr w:rsidR="00A96AB1" w:rsidRPr="001F7734">
        <w:tc>
          <w:tcPr>
            <w:tcW w:w="6877" w:type="dxa"/>
            <w:gridSpan w:val="2"/>
            <w:vMerge/>
            <w:vAlign w:val="center"/>
          </w:tcPr>
          <w:p w:rsidR="00A96AB1" w:rsidRPr="001F7734" w:rsidRDefault="00A96AB1" w:rsidP="00E56553">
            <w:pPr>
              <w:ind w:right="-108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96AB1" w:rsidRPr="001F7734" w:rsidRDefault="00A96AB1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A96AB1" w:rsidRPr="001F7734" w:rsidRDefault="00A96AB1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A96AB1" w:rsidRPr="001F7734" w:rsidRDefault="00A96AB1" w:rsidP="00E56553">
            <w:pPr>
              <w:ind w:left="-108" w:right="-103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96AB1" w:rsidRPr="001F7734" w:rsidRDefault="00A96AB1" w:rsidP="001D7BC0">
            <w:pPr>
              <w:ind w:left="-108" w:right="-108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A96AB1" w:rsidRPr="001F7734" w:rsidRDefault="00A96AB1" w:rsidP="001D7BC0">
            <w:pPr>
              <w:ind w:left="-108" w:right="-103"/>
              <w:jc w:val="center"/>
            </w:pPr>
          </w:p>
        </w:tc>
        <w:tc>
          <w:tcPr>
            <w:tcW w:w="1560" w:type="dxa"/>
            <w:vAlign w:val="center"/>
          </w:tcPr>
          <w:p w:rsidR="00A96AB1" w:rsidRPr="001F7734" w:rsidRDefault="00A96AB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2024</w:t>
            </w:r>
          </w:p>
        </w:tc>
        <w:tc>
          <w:tcPr>
            <w:tcW w:w="1559" w:type="dxa"/>
          </w:tcPr>
          <w:p w:rsidR="00A96AB1" w:rsidRPr="001F7734" w:rsidRDefault="00A96AB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2025</w:t>
            </w:r>
          </w:p>
        </w:tc>
        <w:tc>
          <w:tcPr>
            <w:tcW w:w="1559" w:type="dxa"/>
            <w:vAlign w:val="center"/>
          </w:tcPr>
          <w:p w:rsidR="00A96AB1" w:rsidRPr="001F7734" w:rsidRDefault="00A96AB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E56553">
            <w:pPr>
              <w:ind w:right="-108"/>
              <w:jc w:val="center"/>
            </w:pPr>
            <w:r w:rsidRPr="001F7734">
              <w:t>1</w:t>
            </w:r>
          </w:p>
        </w:tc>
        <w:tc>
          <w:tcPr>
            <w:tcW w:w="567" w:type="dxa"/>
            <w:vAlign w:val="center"/>
          </w:tcPr>
          <w:p w:rsidR="00A96AB1" w:rsidRPr="001F7734" w:rsidRDefault="00A96AB1" w:rsidP="00E56553">
            <w:pPr>
              <w:ind w:left="-108" w:right="-103"/>
              <w:jc w:val="center"/>
            </w:pPr>
            <w:r w:rsidRPr="001F7734">
              <w:t>2</w:t>
            </w:r>
          </w:p>
        </w:tc>
        <w:tc>
          <w:tcPr>
            <w:tcW w:w="425" w:type="dxa"/>
            <w:vAlign w:val="center"/>
          </w:tcPr>
          <w:p w:rsidR="00A96AB1" w:rsidRPr="001F7734" w:rsidRDefault="00A96AB1" w:rsidP="00E56553">
            <w:pPr>
              <w:ind w:left="-108" w:right="-103"/>
              <w:jc w:val="center"/>
            </w:pPr>
            <w:r w:rsidRPr="001F7734">
              <w:t>3</w:t>
            </w:r>
          </w:p>
        </w:tc>
        <w:tc>
          <w:tcPr>
            <w:tcW w:w="425" w:type="dxa"/>
            <w:vAlign w:val="center"/>
          </w:tcPr>
          <w:p w:rsidR="00A96AB1" w:rsidRPr="001F7734" w:rsidRDefault="00A96AB1" w:rsidP="00E56553">
            <w:pPr>
              <w:ind w:left="-108" w:right="-103"/>
              <w:jc w:val="center"/>
            </w:pPr>
            <w:r w:rsidRPr="001F7734">
              <w:t>4</w:t>
            </w:r>
          </w:p>
        </w:tc>
        <w:tc>
          <w:tcPr>
            <w:tcW w:w="1559" w:type="dxa"/>
            <w:vAlign w:val="center"/>
          </w:tcPr>
          <w:p w:rsidR="00A96AB1" w:rsidRPr="001F7734" w:rsidRDefault="00A96AB1" w:rsidP="001D7BC0">
            <w:pPr>
              <w:ind w:left="-108" w:right="-108"/>
              <w:jc w:val="center"/>
            </w:pPr>
            <w:r w:rsidRPr="001F7734">
              <w:t>5</w:t>
            </w:r>
          </w:p>
        </w:tc>
        <w:tc>
          <w:tcPr>
            <w:tcW w:w="567" w:type="dxa"/>
            <w:vAlign w:val="center"/>
          </w:tcPr>
          <w:p w:rsidR="00A96AB1" w:rsidRPr="001F7734" w:rsidRDefault="00A96AB1" w:rsidP="001D7BC0">
            <w:pPr>
              <w:ind w:left="-108" w:right="-103"/>
              <w:jc w:val="center"/>
            </w:pPr>
            <w:r w:rsidRPr="001F7734">
              <w:t>6</w:t>
            </w:r>
          </w:p>
        </w:tc>
        <w:tc>
          <w:tcPr>
            <w:tcW w:w="1560" w:type="dxa"/>
            <w:vAlign w:val="center"/>
          </w:tcPr>
          <w:p w:rsidR="00A96AB1" w:rsidRPr="001F7734" w:rsidRDefault="00A96AB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7</w:t>
            </w:r>
          </w:p>
        </w:tc>
        <w:tc>
          <w:tcPr>
            <w:tcW w:w="1559" w:type="dxa"/>
          </w:tcPr>
          <w:p w:rsidR="00A96AB1" w:rsidRPr="001F7734" w:rsidRDefault="00A96AB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8</w:t>
            </w:r>
          </w:p>
        </w:tc>
        <w:tc>
          <w:tcPr>
            <w:tcW w:w="1559" w:type="dxa"/>
            <w:vAlign w:val="center"/>
          </w:tcPr>
          <w:p w:rsidR="00A96AB1" w:rsidRPr="001F7734" w:rsidRDefault="00A96AB1" w:rsidP="00E56553">
            <w:pPr>
              <w:ind w:left="-97" w:right="-108"/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9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Совет депутатов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5 577,32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5 577,32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5 577,32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5 180,88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5 180,88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5 180,88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50 1 00 10010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50 1 00 10010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50 1 00 10020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50 1 00 10020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1 872,76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215,21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215,21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215,21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151,41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151,41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151,41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63,10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0,70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3 051,36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"Укрепление материально-технического оснащения"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396,44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16,31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380,13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администрация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133 616,66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129 666,16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130 058,98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2 080,19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2 080,18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2 080,19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50 3 00 10010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50 3 00 10010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50 3 00 10020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2 038,64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50 3 00 10020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2 038,64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3 501,87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02 5 01 76100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02 5 01 76100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853,91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02 5 01 76200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02 5 01 76200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2 647,96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деятельности по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6 238,30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09 2 01 10010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09 2 01 10010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09 2 01 10020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09 2 01 10020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3 554,87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09 2 01 76530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2 600,33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2 600,33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2 600,33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09 2 01 76530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2 310,20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09 2 01 76530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290,13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57 623,27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1 523,78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56 099,49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4 577,64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4 577,64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4 577,64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формирование и содержание муниципального архива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50 4 00 20260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50 4 00 20260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2 621,01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50 4 00 76630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1 956,63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1 956,63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1 956,63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50 4 00 76630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1 746,20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1 746,20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1 746,20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50 4 00 76630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210,43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210,43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210,43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6,04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50 4 00 51200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6,04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50 4 00 51200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6,04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103,74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103,74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103,74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88,06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15,68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02 3 01 00000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02 3 01 20650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02 3 01 20650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02 3 02 00000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02 3 02 21080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02 3 02 21080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02 6 01 00000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городских и сельских мероприятий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02 6 01 20350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02 6 01 20350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02 6 02 00000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городских и сельских мероприятий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02 6 02 20350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02 6 02 20350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36,26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25,90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5,18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1 915,02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1 915,02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1 915,02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121,26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121,26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121,26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городских и сельских мероприятий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13 1 01 20350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13 1 01 20350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1 01 S7730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1 01 S7730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105,26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13 1 02 00000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13 1 02 20740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13 1 02 20740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c>
          <w:tcPr>
            <w:tcW w:w="6877" w:type="dxa"/>
            <w:gridSpan w:val="2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поддержка казачьего общества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13 2 01 20310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13 2 01 20310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13 3 01 20560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13 3 01 20560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87,24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1 297,02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1 297,02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1 297,02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мероприятий, направленных на профилактику правонарушений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13 3 02 20430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13 3 02 20430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36,61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13 3 02 76360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1 257,41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1 257,41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1 257,41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13 3 02 76360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1 240,03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1 240,03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1 240,03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13 3 02 76360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17,38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13 3 02 76930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13 3 02 76930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Подготовка и публикация агитационных материалов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13 3 03 20640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13 3 03 20640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13 3 04 00000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13 3 04 20680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13 3 04 20680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13 4 03 23040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13 4 03 23040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23 256,85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23 030,00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22 868,25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14 1 01 20820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14 1 01 20820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14 1 02 00000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14 1 02 20760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14 1 02 20760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14 2 01 20810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14 2 01 20810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14 3 02 00000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17 200,80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17 240,30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17 284,00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14 3 02 11010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16 850,80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16 890,30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16 934,00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14 3 02 11010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14 920,12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14 920,12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14 920,12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14 3 02 11010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1 929,09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1 968,59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2 012,29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14 3 02 11010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1,59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14 3 02 20320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14 3 02 20320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Расходы, связанные с общегосударственным управлением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137,80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137,80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137,80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"Укрепление материально-технического оснащения"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3 266,92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2 795,12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2 598,52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2 332,17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2 126,72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1 966,71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1 970,13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1 973,92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631,81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362,04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152,80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14 6 01 00000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14 6 01 20690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14 6 01 20690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1 409,33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50 4 00 76610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50 4 00 76610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852,79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11 537,79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11 444,52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11 462,11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6 564,87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6 471,60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6 489,19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5 880,45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5 787,18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5 804,77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4 894,23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4 894,23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4 894,23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973,94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880,67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898,26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12,28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13 4 02 20320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13 4 02 20320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249,42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13 4 02 20390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13 4 02 20390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"Создание условий для внедрения АПК "Безопасный город"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13 4 04 00000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13 4 04 11010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03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13 4 04 11010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4 972,92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5 816,05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596,05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596,05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"Развитие растениеводства"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5 816,05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596,05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596,05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проведение соревнований по итогам уборки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09 1 01 20660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09 1 01 20660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09 1 01 20660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09 1 01 76540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09 1 01 76540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206,05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09 1 01 78970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5 220,00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09 1 01 78970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5 220,00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08 1 01 20290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08 1 01 20290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"Популяризация предпринимательства"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08 1 02 00000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08 1 02 20250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08 1 02 20250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08 1 04 00000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08 1 04 21210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08 1 04 21210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11 0 00 00000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11 1 02 00000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комплексных кадастровых работ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11 1 02 21040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11 1 02 21040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мероприятий для детей и молодежи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02 2 01 20370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474,86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02 2 01 20370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444,86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444,86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444,86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02 2 01 20370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03 1 02 23050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03 1 02 23050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14 012,06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14 526,56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15 061,34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02 4 01 00000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14 012,06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14 526,56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15 061,34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02 4 01 78110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7 714,50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7 800,00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02 4 01 78110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7 714,50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7 800,00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02 4 01 78130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6 712,06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6 662,06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7 111,34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02 4 01 78130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6 712,06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6 662,06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7 111,34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Выплата единовременного пособия усыновителям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02 4 01 78140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02 4 01 78140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11 0 00 00000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660,49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11 2 01 00000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660,49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11 2 01 L4970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660,49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11 2 01 L4970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660,49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1 735,25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71 505,44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71 514,72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71 949,53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71 339,88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71 349,16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71 783,97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07 1 01 20340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07 1 01 20340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71 239,88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71 249,16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71 683,97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144,04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6 244,19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63 672,77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64 064,95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64 499,76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55 251,03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55 251,03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55 251,03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8 110,09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8 511,16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8 954,86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293,87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260,75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335,59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335,59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335,59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334,97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334,97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334,97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0,62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Расходы, связанные с общегосударственным управлением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07 2 01 21160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04 3 02 00000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04 3 02 21030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04 3 02 21030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165,56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68 559,95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62 556,45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62 560,11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19 034,39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18 508,58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Резервные фонды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50 4 00 20410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50 4 00 20410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48 525,56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42 522,06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42 525,72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06 1 01 20700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06 1 01 20700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41 435,31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41 431,81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41 435,47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06 1 03 11010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38 224,63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38 225,08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38 228,74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06 1 03 11010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37 387,84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37 387,84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37 387,84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06 1 03 11010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836,79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837,24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840,90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06 1 03 20690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06 1 03 20690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3 196,78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06 1 03 20940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06 1 03 20940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1 090,25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1 090,25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1 090,25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404,41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444,25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436,50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436,50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436,50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189,00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Расходы, связанные с общегосударственным управлением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06 2 01 21160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34,69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1 128 997,88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1 125 055,24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1 134 289,25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424 930,52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429 007,76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432 936,20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424 930,52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429 007,76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432 936,20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244 671,65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248 614,62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252 543,06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111 884,53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111 884,53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111 884,54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43 851,74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46 185,15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48 766,63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23,30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86 922,81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88 574,78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89 964,08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1 991,02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1 947,75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1 904,51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2 541,53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2 541,53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2 541,53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1 586,49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1 586,49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1 586,49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955,04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955,04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955,04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510,20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205,30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205,30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205,30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304,90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304,90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304,90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10 168,91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поддержка молодым специалистам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01 1 01 20590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257,80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257,80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257,80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01 1 01 20590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70,31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01 1 01 20590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187,49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187,49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187,49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234,03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234,03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234,03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185,61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48,42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01 1 01 20750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01 1 01 20750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01 1 01 20750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117,50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117,50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117,50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338,70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338,70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338,70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266,40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266,40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266,40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72,30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306,90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227,70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889,22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889,22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889,22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647,45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647,45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647,45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241,77</w:t>
            </w:r>
          </w:p>
        </w:tc>
        <w:tc>
          <w:tcPr>
            <w:tcW w:w="1559" w:type="dxa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241,77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241,77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4 369,94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4 504,21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4 504,21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3 574,00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3 683,70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3 683,70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795,94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820,51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820,51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01 1 01 77170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160 210,52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160 210,52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160 210,52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01 1 01 77170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91 181,33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91 529,78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91 529,78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01 1 01 77170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348,45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01 1 01 77170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68 680,74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68 680,74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68 680,74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безопасности социально-значимых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16 320,00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10 560,00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10 560,00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10 560,00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575 857,59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575 063,33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580 070,09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570 136,73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569 374,25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573 488,81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184 708,81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188 902,52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193 017,08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96 378,93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96 386,68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96 394,75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34 593,69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37 065,03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39 799,04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868,32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868,32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868,32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50 101,36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51 860,39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53 277,12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2 766,51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2 722,10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2 677,85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2 685,93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2 685,93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2 685,93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1 845,41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1 845,41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1 845,41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840,52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840,52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840,52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350,90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308,50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308,50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308,50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8 514,99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поддержка молодым специалистам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01 2 01 20590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317,80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317,80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317,80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01 2 01 20590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270,93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270,93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270,93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01 2 01 20590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53,04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324,90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324,90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324,90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273,60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273,60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273,60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51,30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01 2 01 20750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01 2 01 20750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01 2 01 20750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199,10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199,10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199,10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541,33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541,33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541,33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450,40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450,40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450,40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90,93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90,93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90,93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8 868,17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9 139,89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9 139,89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7 061,20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7 277,20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7 277,20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1 806,97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1 862,69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1 862,69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01 2 01 77130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253,94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01 2 01 77130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166,85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01 2 01 77130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87,09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01 2 01 77160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269 600,28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264 626,31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264 626,31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01 2 01 77160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176 997,20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174 620,70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174 620,70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01 2 01 77160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905,71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01 2 01 77160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91 697,37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90 005,61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90 005,61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L3040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41 361,11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41 361,11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41 361,11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L3040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24 563,54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24 563,54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24 563,54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L3040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16 797,57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16 797,57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16 797,57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R3030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23 822,69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23 822,69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23 822,69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R3030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15 367,11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15 367,11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15 367,11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R3030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8 455,58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8 455,58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8 455,58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S6500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28 081,54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28 081,54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28 081,54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S6500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19 842,04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19 842,04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19 842,04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S6500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4 444,44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4 444,44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4 444,44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01 S6500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3 795,06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3 795,06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3 795,06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регионального проекта "Успех каждого ребенка"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E2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1 595,15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1 563,37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2 455,57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E2 50980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1 595,15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1 563,37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2 455,57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E2 50980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1 595,15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1 563,37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1 215,03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E2 50980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1 240,54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EВ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EВ 51790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4 125,71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EВ 51790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3 474,28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3 474,28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3 474,28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2 EВ 51790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651,43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651,43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651,43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безопасности социально-значимых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18 720,00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15 840,00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15 840,00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15 840,00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45 244,03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45 415,37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45 599,69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45 244,03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45 415,37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45 599,69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35 583,46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35 749,87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35 934,19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35 583,46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35 749,87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35 934,19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258,95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поддержка молодым специалистам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01 3 01 20590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61,87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61,87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61,87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01 3 01 20590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01 3 01 20590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46,87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24,21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01 3 01 20750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01 3 01 20750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472,99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01 3 01 23010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01 3 01 23010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1 056,18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01 3 01 23080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7 463,62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7 463,62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7 463,62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01 3 01 23080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7 417,65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7 417,65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7 417,65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01 3 01 23080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45,97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45,97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45,97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158,73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163,66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163,66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01 3 01 76890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158,73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163,66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163,66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безопасности социально-значимых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13 4 03 20230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960,00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2 643,94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2 620,47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2 620,47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2 620,47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2 450,57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2 450,57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2 450,57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33 946,26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28 049,31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28 163,80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Организация и обеспечение отдыха и оздоровления детей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01 4 01 78810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3 370,60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01 4 01 78810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28,24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01 4 01 78810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2 125,25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2 125,25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2 125,25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01 4 01 78810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1 217,11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1 217,11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1 217,11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"Организация трудовой занятости несовершеннолетних"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Трудоустройство школьников в летний период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01 4 02 20220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869,80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01 4 02 20220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669,08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669,08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669,08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01 4 02 20220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200,72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200,72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200,72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"Организация загородного отдыха детей"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3 522,32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3 533,32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3 545,49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3 472,90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3 483,90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3 496,07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3 472,90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3 483,90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3 496,07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22,06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3,46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01 4 03 20980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11 803,75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11 806,28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11 809,07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11 574,62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11 577,15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11 579,94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10 236,45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10 236,45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10 236,45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1 334,97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1 337,50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1 340,29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4,32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14 379,79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8 469,31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8 568,84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177,28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7 132,66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1 035,45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1 124,97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1 224,50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887,50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981,83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1 086,17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147,95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143,14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138,33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01 5 02 20980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51 0 00 00000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51 1 00 23100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51 1 00 23100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400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01 1 01 76140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8 875,53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01 1 01 76140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131,17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131,16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131,16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01 1 01 76140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8 744,37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8 744,37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8 744,37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169 247,97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160 664,12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162 233,22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1 937,31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04 1 08 00000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1 937,31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08 2ИП19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1 937,31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08 2ИП19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1 937,31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21 203,25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20 133,80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20 228,82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21 203,25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20 133,80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20 228,82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19 076,22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19 110,28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19 205,30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13 819,42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13 813,52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13 813,52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848,42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923,09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1 005,71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4 402,07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4 368,15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4 380,92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111,24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27,99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1 108,04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1 108,04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30,87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19,25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11,42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311,28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229,20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229,20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82,08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82,08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82,08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145,60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150,13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05 1 04 76890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145,60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150,13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134 511,13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128 902,65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130 341,97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87 462,38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87 150,06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88 461,86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81 271,41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82 339,08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83 531,05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65 114,70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65 092,59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65 075,36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14 781,98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15 905,39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17 148,22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1 374,73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1 341,10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1 307,47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373,69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2 437,00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2 557,00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2 677,00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2 437,00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2 557,00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2 677,00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181,98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181,99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181,98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181,89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181,88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589,50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858,84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858,84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3 526,00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3 554,91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3 587,02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3 368,62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3 397,53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3 429,64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2 943,01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2 941,45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2 939,83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420,09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450,59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484,33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5,48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16,54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22,44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65659E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05 1 02 21000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65,40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36 572,40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36 659,29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36 754,70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35 726,86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35 810,75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35 904,16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33 368,01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33 360,89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33 353,48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2 274,30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2 366,74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2 469,00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83,12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81,68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192,53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17,47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17,47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17,47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17,27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17,27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17,27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45,60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05 1 03 21000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525,84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05 1 06 00000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06 2ИП10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06 2ИП10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06 SИП10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06 SИП10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05 1 07 00000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373,18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Организация и содержание мемориалов "Огонь вечной славы"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05 1 07 20900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05 1 07 20900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07 L2990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07 L2990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346,68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05 1 08 00000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1 315,28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08 2ИП20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1 315,28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08 2ИП20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1 315,28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мероприятий в области культуры и искусства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05 2 01 20360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05 2 01 20360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1 511,89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11 596,28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11 627,67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11 662,43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5 965,65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5 997,34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6 032,41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5 798,56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5 830,25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5 865,32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5 798,56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5 830,25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5 865,32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обязательных медицинских осмотров работников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28,41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вывозу опасных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05 1 05 20920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11,22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05 1 05 21000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99,36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5 630,63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5 630,33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5 630,02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110,80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4 830,81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мероприятий в области культуры и искусства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05 2 01 20360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05 2 01 20360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174,00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81,09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9,09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707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08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05 2 01 20940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13,63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341 836,17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324 404,98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317 803,87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248 378,11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244 589,59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240 676,33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248 378,11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244 589,59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240 676,33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2 787,80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2 899,40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2 899,50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2 774,00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2 885,10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59 931,68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59 931,68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59 931,68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621,58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621,58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621,58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59 310,10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59 310,10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59 310,10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1 373,04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78,64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81,79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74,62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80,69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03 1 01 77220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417,16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420,79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420,78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03 1 01 77220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5,94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5,94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03 1 01 77220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411,22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414,85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414,84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03 1 01 77820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20 106,82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18 823,84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17 614,30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03 1 01 77820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188,00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03 1 01 77820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19 856,82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18 623,84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17 426,30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56 499,46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55 974,57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55 456,47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55 529,46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55 044,57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54 536,47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54 352,34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53 133,26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51 183,02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53 352,34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52 333,26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50 383,02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545,20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543,90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542,70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11,70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533,00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531,00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23,58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23,58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0,13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23,45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368,44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368,44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368,44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4,96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363,48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363,48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363,48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30 761,70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29 524,40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29 286,98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411,70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405,80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399,60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30 350,00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29 118,60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28 887,38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Осуществление выплаты социального пособия на погребение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03 1 01 78730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03 1 01 78730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552,42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R4040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20 218,36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20 580,75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20 580,75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R4040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20 218,36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20 580,75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20 580,75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R4620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128,88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R4620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128,88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63 222,65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49 578,78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46 890,94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42 138,44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44 429,06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46 890,94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Выплата пособия на ребенка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31 588,70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33 509,46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35 543,53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424,50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03 1 01 76280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31 164,20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33 084,96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35 119,03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03 1 01 77190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10 491,30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10 910,96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11 347,41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03 1 01 77190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92,00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03 1 01 77190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10 399,30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10 818,96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11 255,41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А0840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8,27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8,64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А0840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8,27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8,64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P1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21 084,21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5 149,72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P1 50840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21 084,21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5 149,72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P1 50840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300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21 084,21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5 149,72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30 235,41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30 236,61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30 236,60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293,53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294,55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294,61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28,96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03 1 01 52200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28,96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265,65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265,65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265,65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212,52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212,52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212,52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03 1 01 52500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53,13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03 2 01 00000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29 941,88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29 941,99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03 2 01 76210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29 941,88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29 942,06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29 941,99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03 2 01 76210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27 926,70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27 926,88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27 926,81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03 2 01 76210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2 013,20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2 013,20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2 013,20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709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10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03 2 01 76210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1,98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1,98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1,98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35 702,95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32 369,31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32 548,47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31 553,10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28 219,46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28 398,62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деятельности спортивных учреждений"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28 055,38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28 219,46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28 398,62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27 395,62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27 559,70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27 738,86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16 585,74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16 585,74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16 585,73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3 233,31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3 393,55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3 570,82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5 802,92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5 809,32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5 813,77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1 773,65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1 771,09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1 768,54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содержанию и обслуживанию учреждений в отопительный сезон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108,21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108,21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108,21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02 1 01 20280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7,37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02 1 01 20320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Оборудование транспортных средств аппаратурой спутниковой навигации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02 1 01 20600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10,20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10,20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Мероприятия по повышению уровня пожарной безопасности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66,30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02 1 01 20980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02 1 01 21000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323,85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3 497,72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03 2ИП09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497,72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03 2ИП09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497,72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03 SИП09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03 SИП09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"Проведение спортивно-массовых мероприятий"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Проведение физкультурно-спортивных мероприятий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02 1 02 20380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02 1 02 20380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916,75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3 233,10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77,56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3 086,14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11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02 5 01 20940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12,40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269 940,67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132 603,21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134 099,16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76 502,97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54 226,28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54 247,14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2 277,42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2 296,28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2 317,14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10 1 01 20580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2 277,42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2 296,28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2 317,14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10 1 01 20580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2 277,42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2 296,28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2 317,14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12 452,00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2ИП11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2ИП11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2ИП12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2ИП12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2ИП13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2ИП13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2ИП14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2ИП14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SИП11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SИП11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SИП12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SИП12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SИП13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SИП13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SИП14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02 SИП14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52 800,00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51 930,00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51 930,00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и ремонт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10 1 03 20570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52 800,00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51 930,00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51 930,00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10 1 03 20570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48 800,00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47 930,00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47 930,00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10 1 03 20570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10 1 04 00000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7 103,55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04 2ИП21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979,52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04 2ИП21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979,52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04 2ИП22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2 999,78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04 2ИП22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2 999,78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04 2ИП23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04 2ИП23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04 2ИП24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2 124,25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04 2ИП24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2 124,25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10 1 05 00000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10 1 05 23070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10 1 05 23070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400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04 3 02 00000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04 3 02 21030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04 3 02 21030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98,30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прочих мероприятий по благоустройству"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Поддержка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2 853,38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23 639,05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18 335,46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19 585,07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04 1 01 20630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04 1 01 20630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320,00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прочих мероприятий по благоустройству"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Поддержка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1 000,00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04 1 04 00000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802,74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803,35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организацию и содержание мест захоронения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04 1 04 20500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802,74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803,35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04 1 04 20500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802,74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803,35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3 566,00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566,00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SИП01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04 1 08 00000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2 867,12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08 2ИП17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2 867,12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08 2ИП17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2 867,12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04 2 02 00000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15 083,19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16 212,43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17 461,72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содержание и ремонт систем уличного освещения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04 2 02 20470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15 083,19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16 212,43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17 461,72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04 2 02 20470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15 083,19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16 212,43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17 461,72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109 288,57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12 1 01 00000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109 288,57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12 1 01 20620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84 095,61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12 1 01 20620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84 095,61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12 1 01 21050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12 1 01 21050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Благоустройство парка по улице Советская села Благодатное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12 1 01 23090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24 892,96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12 1 01 23090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24 892,96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57 211,01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56 460,70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56 686,18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04 1 05 00000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762,30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04 1 05 77150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762,30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04 1 05 77150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762,30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185,11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56 448,71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56 275,59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56 501,07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277,00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11 637,63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42 321,79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42 524,30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42 757,35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04 4 01 11010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42 321,79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42 524,30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42 757,35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50,81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50,81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207,00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1 679,93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1 672,36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1 664,78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104,91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104,91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104,91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1 575,02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1 567,45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1 559,87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100,87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13,50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Расходы, связанные с общегосударственным управлением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04 4 01 21160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120,00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09 3 02 00000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09 3 02 20630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714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06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09 3 02 20630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600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347,39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79 733,01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52 954,37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53 621,83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реализации Программы"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39 513,56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941,80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14 5 01 10020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38 571,76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4 064,00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4 254,95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4 467,84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"Укрепление материально-технического оснащения"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4 064,00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4 254,95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4 467,84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14 5 02 20690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70,10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Содержание административных зданий и иных имущественных объектов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3 759,00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3 949,95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4 162,84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2 899,15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3 105,62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3 334,04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14 5 02 20790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800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859,85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844,33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828,80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Улучшение материально-технической базы муниципальных учреждений округа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14 5 02 20840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170,00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по разработке экологической документации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14 5 02 20940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64,90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1 528,61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50 4 00 51180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1 528,61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02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50 4 00 51180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1 528,61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1 580,64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5 401,83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02 1 06 00000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5 401,83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06 2ИП15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2 276,04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06 2ИП15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2 276,04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06 2ИП16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3 125,79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02 1 06 2ИП16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3 125,79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29 225,01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7 605,23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8 059,79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"Обеспечение прочих мероприятий по благоустройству"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04 1 03 00000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Поддержка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C333FA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04 1 03 20460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1 109,78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21 462,03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311,00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476,49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476,49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751,51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751,51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2ИП05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2ИП05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2ИП06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2ИП06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360,00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2ИП07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2ИП07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352,00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2ИП08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153,03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2ИП08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153,03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SИП02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3 600,00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SИП03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3 088,00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SИП04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3 000,00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SИП05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SИП05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SИП06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SИП06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2 750,00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SИП07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SИП07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2 525,00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SИП08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1 265,00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06 SИП08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1 265,00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04 1 08 00000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568,63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08 2ИП18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568,63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1 08 2ИП18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568,63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04 2 02 00000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6 084,57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6 495,45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6 950,01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содержание и ремонт систем уличного освещения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04 2 02 20470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6 084,57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6 495,45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6 950,01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744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04 2 02 20470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6 084,57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6 495,45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6 950,01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 xml:space="preserve"> 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 xml:space="preserve"> 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50 0 00 00000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3 361,17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180,75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180,75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180,75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33,24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33,24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200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147,51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147,51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147,51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50 4 00 10020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1 888,44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50 6 00 10010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50 6 00 10010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41,55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50 6 00 10020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 xml:space="preserve"> 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  <w:r w:rsidRPr="001F7734">
              <w:t>745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01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06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50 6 00 10020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100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1 250,43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Условно утвержденные расходы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 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 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 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 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 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30 810,00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63 900,00</w:t>
            </w:r>
          </w:p>
        </w:tc>
      </w:tr>
      <w:tr w:rsidR="00A96AB1" w:rsidRPr="001F7734">
        <w:trPr>
          <w:gridBefore w:val="1"/>
        </w:trPr>
        <w:tc>
          <w:tcPr>
            <w:tcW w:w="6877" w:type="dxa"/>
            <w:vAlign w:val="center"/>
          </w:tcPr>
          <w:p w:rsidR="00A96AB1" w:rsidRPr="001F7734" w:rsidRDefault="00A96AB1" w:rsidP="001F7734">
            <w:pPr>
              <w:jc w:val="both"/>
            </w:pPr>
            <w:r w:rsidRPr="001F7734">
              <w:t>Итого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2E578C">
            <w:pPr>
              <w:ind w:left="-112" w:right="-109"/>
              <w:jc w:val="center"/>
            </w:pP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0" w:right="-84"/>
              <w:jc w:val="center"/>
            </w:pPr>
            <w:r w:rsidRPr="001F7734">
              <w:t> </w:t>
            </w:r>
          </w:p>
        </w:tc>
        <w:tc>
          <w:tcPr>
            <w:tcW w:w="425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 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108" w:right="-108"/>
              <w:jc w:val="center"/>
            </w:pPr>
            <w:r w:rsidRPr="001F7734">
              <w:t> </w:t>
            </w:r>
          </w:p>
        </w:tc>
        <w:tc>
          <w:tcPr>
            <w:tcW w:w="567" w:type="dxa"/>
            <w:vAlign w:val="bottom"/>
          </w:tcPr>
          <w:p w:rsidR="00A96AB1" w:rsidRPr="001F7734" w:rsidRDefault="00A96AB1" w:rsidP="001F7734">
            <w:pPr>
              <w:ind w:left="-108" w:right="-103"/>
              <w:jc w:val="center"/>
            </w:pPr>
            <w:r w:rsidRPr="001F7734">
              <w:t> </w:t>
            </w:r>
          </w:p>
        </w:tc>
        <w:tc>
          <w:tcPr>
            <w:tcW w:w="1560" w:type="dxa"/>
            <w:vAlign w:val="bottom"/>
          </w:tcPr>
          <w:p w:rsidR="00A96AB1" w:rsidRPr="001F7734" w:rsidRDefault="00A96AB1" w:rsidP="001F7734">
            <w:pPr>
              <w:ind w:left="-108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2 308 079,19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2 131 537,05</w:t>
            </w:r>
          </w:p>
        </w:tc>
        <w:tc>
          <w:tcPr>
            <w:tcW w:w="1559" w:type="dxa"/>
            <w:vAlign w:val="bottom"/>
          </w:tcPr>
          <w:p w:rsidR="00A96AB1" w:rsidRPr="001F7734" w:rsidRDefault="00A96AB1" w:rsidP="001F7734">
            <w:pPr>
              <w:ind w:left="-83"/>
              <w:jc w:val="right"/>
              <w:rPr>
                <w:color w:val="000000"/>
              </w:rPr>
            </w:pPr>
            <w:r w:rsidRPr="001F7734">
              <w:rPr>
                <w:color w:val="000000"/>
              </w:rPr>
              <w:t>2 172 002,91</w:t>
            </w:r>
          </w:p>
        </w:tc>
      </w:tr>
    </w:tbl>
    <w:p w:rsidR="00A96AB1" w:rsidRPr="001F7734" w:rsidRDefault="00A96AB1" w:rsidP="00E56553"/>
    <w:p w:rsidR="00A96AB1" w:rsidRPr="001F7734" w:rsidRDefault="00A96AB1" w:rsidP="00E56553"/>
    <w:p w:rsidR="00A96AB1" w:rsidRPr="001F7734" w:rsidRDefault="00A96AB1" w:rsidP="00E56553"/>
    <w:p w:rsidR="00A96AB1" w:rsidRDefault="00A96AB1" w:rsidP="00041567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Управляющий делами Совета </w:t>
      </w:r>
    </w:p>
    <w:p w:rsidR="00A96AB1" w:rsidRDefault="00A96AB1" w:rsidP="00041567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муниципального  </w:t>
      </w:r>
    </w:p>
    <w:p w:rsidR="00A96AB1" w:rsidRDefault="00A96AB1" w:rsidP="00041567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Денисенко </w:t>
      </w:r>
    </w:p>
    <w:p w:rsidR="00A96AB1" w:rsidRDefault="00A96AB1" w:rsidP="00E56553"/>
    <w:sectPr w:rsidR="00A96AB1" w:rsidSect="007A019D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173AA"/>
    <w:rsid w:val="00041567"/>
    <w:rsid w:val="000A0BF0"/>
    <w:rsid w:val="000A5673"/>
    <w:rsid w:val="00111538"/>
    <w:rsid w:val="0012413A"/>
    <w:rsid w:val="00167538"/>
    <w:rsid w:val="00170D46"/>
    <w:rsid w:val="00187B87"/>
    <w:rsid w:val="001912B1"/>
    <w:rsid w:val="001C722B"/>
    <w:rsid w:val="001D11C6"/>
    <w:rsid w:val="001D6B2B"/>
    <w:rsid w:val="001D7BC0"/>
    <w:rsid w:val="001F7734"/>
    <w:rsid w:val="00211796"/>
    <w:rsid w:val="00246A9D"/>
    <w:rsid w:val="00264FE3"/>
    <w:rsid w:val="002765D5"/>
    <w:rsid w:val="002E578C"/>
    <w:rsid w:val="002F1468"/>
    <w:rsid w:val="00366905"/>
    <w:rsid w:val="003E001B"/>
    <w:rsid w:val="003E06EF"/>
    <w:rsid w:val="00403F8F"/>
    <w:rsid w:val="004648AE"/>
    <w:rsid w:val="00495A78"/>
    <w:rsid w:val="00497E4E"/>
    <w:rsid w:val="005253B2"/>
    <w:rsid w:val="0053454E"/>
    <w:rsid w:val="00562592"/>
    <w:rsid w:val="00595215"/>
    <w:rsid w:val="005A6A0D"/>
    <w:rsid w:val="00604F44"/>
    <w:rsid w:val="0065659E"/>
    <w:rsid w:val="006650D1"/>
    <w:rsid w:val="0069395F"/>
    <w:rsid w:val="00744CEE"/>
    <w:rsid w:val="007455A8"/>
    <w:rsid w:val="007473DF"/>
    <w:rsid w:val="00775994"/>
    <w:rsid w:val="007A019D"/>
    <w:rsid w:val="007D4224"/>
    <w:rsid w:val="007E6C48"/>
    <w:rsid w:val="0083573B"/>
    <w:rsid w:val="008515E9"/>
    <w:rsid w:val="0085523A"/>
    <w:rsid w:val="00882398"/>
    <w:rsid w:val="0094460C"/>
    <w:rsid w:val="009900D0"/>
    <w:rsid w:val="00A10B7B"/>
    <w:rsid w:val="00A95443"/>
    <w:rsid w:val="00A96AB1"/>
    <w:rsid w:val="00AF279F"/>
    <w:rsid w:val="00AF70DB"/>
    <w:rsid w:val="00B30D6E"/>
    <w:rsid w:val="00B37AF1"/>
    <w:rsid w:val="00B55953"/>
    <w:rsid w:val="00B8744F"/>
    <w:rsid w:val="00C333FA"/>
    <w:rsid w:val="00C75538"/>
    <w:rsid w:val="00CA36C6"/>
    <w:rsid w:val="00CC337A"/>
    <w:rsid w:val="00D04675"/>
    <w:rsid w:val="00D05695"/>
    <w:rsid w:val="00D475D3"/>
    <w:rsid w:val="00DA69D4"/>
    <w:rsid w:val="00E033AC"/>
    <w:rsid w:val="00E112FF"/>
    <w:rsid w:val="00E21A26"/>
    <w:rsid w:val="00E257C7"/>
    <w:rsid w:val="00E45313"/>
    <w:rsid w:val="00E47CAF"/>
    <w:rsid w:val="00E530AA"/>
    <w:rsid w:val="00E56553"/>
    <w:rsid w:val="00EF5AAA"/>
    <w:rsid w:val="00EF6552"/>
    <w:rsid w:val="00F82CD1"/>
    <w:rsid w:val="00F96C88"/>
    <w:rsid w:val="00FE2673"/>
    <w:rsid w:val="00FE2AFB"/>
    <w:rsid w:val="00FE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11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251</TotalTime>
  <Pages>63</Pages>
  <Words>21173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57</cp:revision>
  <cp:lastPrinted>2023-11-13T07:46:00Z</cp:lastPrinted>
  <dcterms:created xsi:type="dcterms:W3CDTF">2021-02-02T05:08:00Z</dcterms:created>
  <dcterms:modified xsi:type="dcterms:W3CDTF">2023-11-13T10:05:00Z</dcterms:modified>
</cp:coreProperties>
</file>