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F9" w:rsidRPr="00E56553" w:rsidRDefault="00266BF9" w:rsidP="001D7BC0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266BF9" w:rsidRPr="00E56553" w:rsidRDefault="00266BF9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годов» </w:t>
      </w:r>
    </w:p>
    <w:p w:rsidR="00266BF9" w:rsidRDefault="00266BF9" w:rsidP="00E56553">
      <w:pPr>
        <w:jc w:val="both"/>
        <w:rPr>
          <w:sz w:val="28"/>
          <w:szCs w:val="28"/>
        </w:rPr>
      </w:pPr>
    </w:p>
    <w:p w:rsidR="00266BF9" w:rsidRDefault="00266BF9" w:rsidP="00E56553">
      <w:pPr>
        <w:jc w:val="both"/>
        <w:rPr>
          <w:sz w:val="28"/>
          <w:szCs w:val="28"/>
        </w:rPr>
      </w:pPr>
    </w:p>
    <w:p w:rsidR="00266BF9" w:rsidRDefault="00266BF9" w:rsidP="00E56553">
      <w:pPr>
        <w:jc w:val="both"/>
        <w:rPr>
          <w:sz w:val="28"/>
          <w:szCs w:val="28"/>
        </w:rPr>
      </w:pPr>
    </w:p>
    <w:p w:rsidR="00266BF9" w:rsidRPr="00E56553" w:rsidRDefault="00266BF9" w:rsidP="00A61F3D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266BF9" w:rsidRPr="00E56553" w:rsidRDefault="00266BF9" w:rsidP="00A61F3D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бюджетных ассигнований по главным распорядителям средств</w:t>
      </w:r>
    </w:p>
    <w:p w:rsidR="00266BF9" w:rsidRDefault="00266BF9" w:rsidP="00A61F3D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местного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</w:t>
      </w:r>
    </w:p>
    <w:p w:rsidR="00266BF9" w:rsidRDefault="00266BF9" w:rsidP="00A61F3D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бюджетов в ведомственной структуре</w:t>
      </w:r>
      <w:r>
        <w:rPr>
          <w:sz w:val="28"/>
          <w:szCs w:val="28"/>
        </w:rPr>
        <w:t xml:space="preserve"> </w:t>
      </w:r>
      <w:r w:rsidRPr="00E56553">
        <w:rPr>
          <w:sz w:val="28"/>
          <w:szCs w:val="28"/>
        </w:rPr>
        <w:t>расходов местного бюджета</w:t>
      </w:r>
    </w:p>
    <w:p w:rsidR="00266BF9" w:rsidRPr="00E56553" w:rsidRDefault="00266BF9" w:rsidP="00A61F3D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</w:t>
      </w:r>
    </w:p>
    <w:p w:rsidR="00266BF9" w:rsidRDefault="00266BF9" w:rsidP="00497E4E">
      <w:pPr>
        <w:tabs>
          <w:tab w:val="left" w:pos="4253"/>
        </w:tabs>
        <w:spacing w:line="240" w:lineRule="exact"/>
        <w:ind w:right="-365"/>
        <w:jc w:val="center"/>
      </w:pPr>
    </w:p>
    <w:p w:rsidR="00266BF9" w:rsidRPr="00E56553" w:rsidRDefault="00266BF9" w:rsidP="00497E4E">
      <w:pPr>
        <w:tabs>
          <w:tab w:val="left" w:pos="4253"/>
        </w:tabs>
        <w:spacing w:line="240" w:lineRule="exact"/>
        <w:ind w:right="-365"/>
        <w:jc w:val="center"/>
      </w:pPr>
      <w:r>
        <w:t xml:space="preserve">                                                                                                                                    </w:t>
      </w:r>
      <w:r w:rsidRPr="00E56553">
        <w:t>(тыс.рублей)</w:t>
      </w:r>
    </w:p>
    <w:tbl>
      <w:tblPr>
        <w:tblW w:w="9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8"/>
        <w:gridCol w:w="495"/>
        <w:gridCol w:w="314"/>
        <w:gridCol w:w="425"/>
        <w:gridCol w:w="1444"/>
        <w:gridCol w:w="540"/>
        <w:gridCol w:w="1415"/>
        <w:gridCol w:w="1465"/>
      </w:tblGrid>
      <w:tr w:rsidR="00266BF9" w:rsidRPr="00E56553">
        <w:trPr>
          <w:trHeight w:val="70"/>
        </w:trPr>
        <w:tc>
          <w:tcPr>
            <w:tcW w:w="3708" w:type="dxa"/>
            <w:vMerge w:val="restart"/>
            <w:vAlign w:val="center"/>
          </w:tcPr>
          <w:p w:rsidR="00266BF9" w:rsidRPr="00E56553" w:rsidRDefault="00266BF9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266BF9" w:rsidRPr="00E56553" w:rsidRDefault="00266BF9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444" w:type="dxa"/>
            <w:vMerge w:val="restart"/>
            <w:vAlign w:val="center"/>
          </w:tcPr>
          <w:p w:rsidR="00266BF9" w:rsidRPr="00E56553" w:rsidRDefault="00266BF9" w:rsidP="001D7BC0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266BF9" w:rsidRPr="00E56553" w:rsidRDefault="00266BF9" w:rsidP="001D7BC0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880" w:type="dxa"/>
            <w:gridSpan w:val="2"/>
            <w:vAlign w:val="center"/>
          </w:tcPr>
          <w:p w:rsidR="00266BF9" w:rsidRPr="00E56553" w:rsidRDefault="00266BF9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266BF9" w:rsidRPr="00E56553">
        <w:tc>
          <w:tcPr>
            <w:tcW w:w="3708" w:type="dxa"/>
            <w:vMerge/>
            <w:vAlign w:val="center"/>
          </w:tcPr>
          <w:p w:rsidR="00266BF9" w:rsidRPr="00E56553" w:rsidRDefault="00266BF9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</w:p>
        </w:tc>
        <w:tc>
          <w:tcPr>
            <w:tcW w:w="1444" w:type="dxa"/>
            <w:vMerge/>
            <w:vAlign w:val="center"/>
          </w:tcPr>
          <w:p w:rsidR="00266BF9" w:rsidRPr="00E56553" w:rsidRDefault="00266BF9" w:rsidP="001D7BC0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266BF9" w:rsidRPr="00E56553" w:rsidRDefault="00266BF9" w:rsidP="001D7BC0">
            <w:pPr>
              <w:ind w:left="-108" w:right="-103"/>
              <w:jc w:val="center"/>
            </w:pPr>
          </w:p>
        </w:tc>
        <w:tc>
          <w:tcPr>
            <w:tcW w:w="1415" w:type="dxa"/>
            <w:vAlign w:val="center"/>
          </w:tcPr>
          <w:p w:rsidR="00266BF9" w:rsidRPr="00E56553" w:rsidRDefault="00266BF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  <w:tc>
          <w:tcPr>
            <w:tcW w:w="1465" w:type="dxa"/>
            <w:vAlign w:val="center"/>
          </w:tcPr>
          <w:p w:rsidR="00266BF9" w:rsidRPr="00E56553" w:rsidRDefault="00266BF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</w:tr>
      <w:tr w:rsidR="00266BF9" w:rsidRPr="00E56553">
        <w:tc>
          <w:tcPr>
            <w:tcW w:w="3708" w:type="dxa"/>
            <w:vAlign w:val="center"/>
          </w:tcPr>
          <w:p w:rsidR="00266BF9" w:rsidRPr="00E56553" w:rsidRDefault="00266BF9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266BF9" w:rsidRPr="00E56553" w:rsidRDefault="00266BF9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444" w:type="dxa"/>
            <w:vAlign w:val="center"/>
          </w:tcPr>
          <w:p w:rsidR="00266BF9" w:rsidRPr="00E56553" w:rsidRDefault="00266BF9" w:rsidP="001D7BC0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266BF9" w:rsidRPr="00E56553" w:rsidRDefault="00266BF9" w:rsidP="001D7BC0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5" w:type="dxa"/>
            <w:vAlign w:val="center"/>
          </w:tcPr>
          <w:p w:rsidR="00266BF9" w:rsidRPr="00E56553" w:rsidRDefault="00266BF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465" w:type="dxa"/>
            <w:vAlign w:val="center"/>
          </w:tcPr>
          <w:p w:rsidR="00266BF9" w:rsidRPr="00E56553" w:rsidRDefault="00266BF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5 327,05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5 327,05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4 930,61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4 930,61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1 822,24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1 822,24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50 1 00 10010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50 1 00 10010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50 1 00 10020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1 780,69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50 1 00 10020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1 780,69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3 108,37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3 108,37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215,11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215,11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151,41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151,41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63,10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63,10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2 893,26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2 893,26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396,44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396,44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396,44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218,69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218,69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119 931,68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120 154,03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1 982,01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1 982,01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50 3 00 10010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50 3 00 10010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50 3 00 10020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1 940,46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50 3 00 10020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1 940,46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3 366,80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3 366,80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3 366,80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02 5 01 76100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824,34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02 5 01 76100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824,34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02 5 01 76200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2 542,46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02 5 01 76200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2 542,46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5 954,74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5 954,74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5 954,74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3 371,32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3 371,32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09 2 01 76530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2 500,32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2 500,32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09 2 01 76530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2 223,90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2 223,90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09 2 01 76530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276,42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276,42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59 097,12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59 097,12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1 523,78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1 523,78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53 202,84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53 202,84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50 4 00 20260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2 489,11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50 4 00 20260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2 489,11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50 4 00 76630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1 881,39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1 881,39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50 4 00 76630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1 681,39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1 681,39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50 4 00 76630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3,96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3,96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50 4 00 51200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3,96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50 4 00 51200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3,96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02 3 01 00000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02 3 01 20650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02 3 01 20650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02 3 02 00000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02 3 02 21080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02 3 02 21080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02 6 00 00000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02 6 01 00000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02 6 01 20350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02 6 01 20350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02 6 02 00000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02 6 02 20350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02 6 02 20350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1 760,75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1 760,75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161,26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161,26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121,26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121,26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13 1 01 20350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13 1 01 20350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01 S7730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01 S7730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13 1 02 20740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13 1 02 20740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13 2 01 20310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13 2 01 20310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1 426,99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1 426,99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13 3 01 20560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13 3 01 20560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1 316,99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1 316,99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13 3 02 20430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13 3 02 20430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13 3 02 76360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1 208,99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1 208,99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13 3 02 76360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1 177,74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1 177,74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13 3 02 76360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31,25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31,25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13 3 02 76930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13 3 02 76930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13 3 03 20640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13 3 03 20640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13 3 04 00000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13 3 04 20680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13 3 04 20680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13 4 03 23040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13 4 03 23040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20 706,20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20 511,36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14 1 01 20820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14 1 01 20820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14 1 02 20760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14 1 02 20760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14 2 01 20810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14 2 01 20810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15 258,57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15 258,57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14 785,42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14 798,57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12 866,40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12 865,15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1 917,43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1 931,83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1,59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1,59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14 3 02 20320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14 3 02 20320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3 286,30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3 078,31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270,83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270,83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132,00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138,83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138,83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3 015,47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2 807,48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2 207,07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1 999,08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1 869,70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1 870,95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337,37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128,13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14 6 00 00000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14 6 01 00000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14 6 01 20690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14 6 01 20690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1 064,48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50 4 00 76610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50 4 00 76610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319,67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10 187,47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10 187,47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5 866,10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5 877,31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5 199,96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5 211,17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4 192,13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4 192,13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984,72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995,93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202,80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202,80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13 4 02 20390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463,34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13 4 02 20390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463,34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13 4 04 00000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4 310,16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13 4 04 11010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4 310,16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13 4 04 11010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4 310,16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536,97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536,97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536,97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536,97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536,97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536,97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09 1 01 20660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09 1 01 20660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09 1 01 20660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09 1 01 76540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196,97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196,97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09 1 01 76540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196,97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196,97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08 1 01 20290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08 1 01 20290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08 1 02 20250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08 1 02 20250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08 1 04 00000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08 1 04 21210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08 1 04 21210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11 1 02 21040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11 1 02 21040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02 2 01 20370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474,86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02 2 01 20370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444,86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444,86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02 2 01 20370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03 1 02 23050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03 1 02 23050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13 232,04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13 232,04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13 232,04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02 4 01 78110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02 4 01 78110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02 4 01 78130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6 832,04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02 4 01 78130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6 832,04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02 4 01 78140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02 4 01 78140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1 900,28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1 900,28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1 900,28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2 01 L4970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1 900,28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11 2 01 L4970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1 900,28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53 440,03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53 571,17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53 274,47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53 405,61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07 1 01 20340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07 1 01 20340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53 174,47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53 305,61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53 174,47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53 305,61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144,04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144,04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5 925,34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5 925,34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46 368,88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46 500,02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37 944,85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37 944,85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7 979,07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8 125,25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444,96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429,92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245,70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245,70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335,55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335,55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334,97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334,97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0,58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0,58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131,40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131,40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07 2 01 21160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165,56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68 102,55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58 103,75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17 854,77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17 854,77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17 854,77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17 328,96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17 328,96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50 4 00 20410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50 4 00 20410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49 447,78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39 448,98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48 547,39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38 548,59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01 2ИП00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01 2ИП00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38 547,39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38 548,59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35 560,66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35 561,87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34 727,72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34 727,72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832,94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834,15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2 976,77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2 976,77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06 1 03 20940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900,39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900,39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326,74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326,74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353,75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353,75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169,00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169,00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06 2 01 21160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1 045 666,42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1 045 951,00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401 636,84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401 636,84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401 636,84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225 684,44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226 729,53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97 261,46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97 261,46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44 070,70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44 907,99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81 918,46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82 168,64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2 412,27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2 369,03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1 481,62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1 481,62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958,16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958,16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523,46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523,46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309,01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309,01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205,24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205,24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103,77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103,77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01 1 01 20590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234,36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01 1 01 20590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234,36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100,34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79,58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79,58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20,76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20,76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316,80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237,60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79,20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117,50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117,50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92,00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316,80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237,60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79,20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675,60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675,60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240,86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240,86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4 429,57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4 556,72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3 790,00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769,57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766,72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156 550,70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156 550,70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82 377,98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82 377,98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375,36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375,36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73 797,36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73 797,36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14 280,00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9 240,00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9 240,00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5 040,00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5 040,00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533 994,49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534 509,26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533 994,49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534 509,26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528 235,71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530 383,55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160 349,97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162 884,10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80 840,32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80 844,63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31 630,46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34 019,11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491,92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491,92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44 146,58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44 332,00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3 240,69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3 196,44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1 589,41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1 589,41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1 113,16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1 113,16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476,25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476,25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366,21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366,21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336,21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336,21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7 600,00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7 600,00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01 2 01 20440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01 2 01 20440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01 2 01 20590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117,18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01 2 01 20590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117,18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57,51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57,51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53,47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53,47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324,90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324,90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273,60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273,60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51,30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51,30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188,10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158,40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29,70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188,10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158,40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29,70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541,33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541,33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450,40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450,40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90,93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90,93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8 832,85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9 087,93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7 220,00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7 290,00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1 612,85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1 797,93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264 763,94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264 763,94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176 097,27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176 097,27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1 044,79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1 044,79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87 621,88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87 621,88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L3040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41 361,11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41 361,11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L3040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22 665,38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22 665,38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L3040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18 695,73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18 695,73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R3030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23 971,12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23 971,12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R3030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15 690,40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15 690,40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R3030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8 280,72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8 280,72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 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17 266,60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17 266,61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13 195,78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13 195,78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3 443,57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3 443,58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627,25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627,25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E2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1 633,07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E2 50980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1 633,07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E2 50980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1 633,07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EВ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4 125,71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4 125,71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EВ 51790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4 125,71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4 125,71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EВ 51790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3 474,28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3 474,28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2 EВ 51790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651,43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651,43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15 960,00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13 440,00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13 440,00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41 886,74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41 960,31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41 886,75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41 960,31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41 886,75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41 960,31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32 450,44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32 516,04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32 450,44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32 516,04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148,20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148,20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01 3 01 20590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46,87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01 3 01 20590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46,87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01 3 01 20750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437,06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437,06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01 3 01 23010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1 057,56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1 057,56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01 3 01 23010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1 057,56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1 057,56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01 3 01 23080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7 463,62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7 463,62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01 3 01 23080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7 417,65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7 417,65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01 3 01 23080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194,18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01 3 01 76890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194,18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2 287,17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2 287,17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2 287,17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2 279,94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2 279,94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2 111,53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2 111,53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168,41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168,41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7,23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02 2 01 20210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7,23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25 724,26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25 748,26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6 972,91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6 965,67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3 215,43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Организация и 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3 215,43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27,23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27,23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1 968,78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1 968,78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1 219,42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1 219,42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734,19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01 4 02 20220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734,19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01 4 02 20220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564,76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564,76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01 4 02 20220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169,43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169,43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3 023,29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3 016,05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2 984,23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2 984,23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3,46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01 4 03 20980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18 751,35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18 782,59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10 718,29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10 719,02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10 524,70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10 525,43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9 103,12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9 103,12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1 418,38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1 419,11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187,57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187,57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8 033,06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8 063,57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177,28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6 764,38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6 764,38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1 081,40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1 111,91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882,97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918,29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198,43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193,62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01 5 02 20940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Непрограммные расходы в рамках обеспечения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51 1 00 00000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51 1 00 23100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51 1 00 23100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400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01 1 01 76140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8 729,16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01 1 01 76140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129,00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129,00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01 1 01 76140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8 600,16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8 600,16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220 231,13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163 688,39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19 874,28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18 762,14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19 874,28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18 762,14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19 874,28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18 762,14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17 798,85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17 791,74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12 794,42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12 794,42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856,98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885,34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4 106,93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4 110,54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40,52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1,44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1 108,03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1 108,03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307,20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307,20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229,20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229,20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78,00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78,00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05 1 04 76890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183,00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189 199,93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133 769,62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187 708,04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132 277,73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91 969,58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92 236,56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88 090,04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88 257,02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66 081,20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66 060,37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20 225,40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20 621,64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1 783,44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1 575,01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42,80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42,80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589,50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589,50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937,44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937,44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4 290,83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4 299,67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4 173,35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4 182,19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2 831,92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2 830,62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1 326,38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1 336,54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64,08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05 1 02 21000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64,08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35 710,43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35 715,00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34 677,48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34 688,05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32 281,54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32 274,26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2 282,06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2 317,82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113,88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95,97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525,84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L5194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402,21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396,21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03 L5194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402,21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396,21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05 1 06 00000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3 750,00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06 2ИП10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06 2ИП10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06 SИП10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06 SИП10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05 1 07 00000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05 1 07 20900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05 1 07 20900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A1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51 960,70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Развитие сети учреждений культурно-досугового типа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A1 55130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51 960,70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A1 55130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51 960,70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1 491,89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11 156,92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11 156,63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5 788,10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5 788,10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5 660,16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5 660,16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05 1 05 20920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99,84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05 1 05 21000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99,84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5 368,83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5 368,53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5 368,83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5 368,53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110,80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110,80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4 580,99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4 580,99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72,54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63,40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63,40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9,14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05 2 01 20940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344 705,19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326 640,43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248 191,57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245 983,51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248 191,57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245 983,51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248 191,57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245 983,51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03 1 01 52200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2 934,89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3 052,60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03 1 01 52200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43,38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45,11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03 1 01 52200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2 891,51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3 007,49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61 402,41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61 402,41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60 867,41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60 867,41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1 438,88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1 438,88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68,75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71,50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67,55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277,59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277,59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272,99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272,99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03 1 01 77820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19 135,54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18 028,58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03 1 01 77820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03 1 01 77820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18 885,54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17 778,58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55 499,46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55 474,57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54 529,46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54 544,57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53 393,62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52 113,02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52 393,62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51 313,02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545,20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543,90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532,00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22,35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22,35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0,12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0,12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22,23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22,23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78,90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78,90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77,80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77,80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31 416,71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31 039,71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420,98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415,93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30 995,73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30 623,78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171,30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161,00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1,30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03 1 01 78730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581,68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03 1 01 78730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581,68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R4040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21 091,44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21 567,94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R4040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21 091,44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21 567,94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R4620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132,85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128,88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R4620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132,85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128,88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67 614,55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51 757,83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67 614,55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51 757,83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38 992,07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41 462,55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50,17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47,77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30 994,75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33 197,52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383,80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404,00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03 1 01 76280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30 610,95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32 793,52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03 1 01 77190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7 947,15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8 265,03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03 1 01 77190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03 1 01 77190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7 864,15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8 181,13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P1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28 622,48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10 295,28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P1 50840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28 622,48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10 295,28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P1 50840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28 622,48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10 295,28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28 899,07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28 899,09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378,01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378,01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378,01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302,41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302,41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75,60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75,60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28 521,08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03 2 01 00000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28 521,08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28 521,08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26 469,04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26 469,04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2 050,02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2 050,04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35 067,31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31 634,88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30 816,13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27 385,00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30 816,13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27 385,00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27 385,00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26 965,95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27 032,55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16 862,37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16 862,37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3 101,41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3 171,96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5 216,71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5 215,32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1 785,46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1 782,90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89,95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02 1 01 20280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89,95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02 1 01 20320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02 1 01 20600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02 1 01 20980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02 1 01 21000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3 497,73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03 2ИП09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497,73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03 2ИП09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497,73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03 SИП09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03 SИП09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02 1 02 20380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02 1 02 20380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916,75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3 334,43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3 333,13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3 334,43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3 333,13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3 334,43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3 333,13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77,56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77,56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2 926,50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2 926,50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277,22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275,92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260,22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258,92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12,15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12,15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02 5 01 21160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291 341,55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124 680,40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108 383,00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54 208,72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108 383,00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54 208,72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2 278,72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10 1 01 20580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2 278,72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10 1 01 20580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2 278,72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12 452,00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381,00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381,00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292,00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2ИП14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02 SИП14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91 789,15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51 930,00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10 1 03 20570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91 789,15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51 930,00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10 1 03 20570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87 789,15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47 930,00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10 1 03 20570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10 1 06 00000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10 1 06 23070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10 1 06 23070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400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2 853,39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20 438,41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17 284,11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5 688,65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2 122,76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04 1 01 20630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04 1 01 20630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1 000,00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04 1 04 00000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802,76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04 1 04 20500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802,76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04 1 04 20500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802,76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3 566,00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566,00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566,00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SИП01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15 161,35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15 161,35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15 161,35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15 161,35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109 395,61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109 395,61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109 395,61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12 1 01 20620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84 095,61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12 1 01 20620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84 095,61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12 1 01 21050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12 1 01 21050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Благоустройство парка по улице Советская села Благодатное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12 1 01 23090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12 1 01 23090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25 000,00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49 719,50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49 782,54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04 1 05 00000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04 1 05 77150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04 1 05 77150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185,11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49 534,39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49 597,43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49 534,39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49 597,43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277,00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11 036,57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11 036,57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36 187,97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36 258,59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04 4 01 11010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36 187,97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36 258,59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50,81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50,81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1 857,34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1 849,76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280,91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280,91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1 576,43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1 568,85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13,50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111,20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04 4 01 21160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111,20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"Охрана окружающей среды"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09 3 00 00000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09 3 02 00000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09 3 02 20630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09 3 02 20630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471,64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3 203,84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3 203,84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1 976,43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1 976,43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180,75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180,75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33,24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33,24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147,51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147,51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1 795,68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1 795,68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50 6 00 00000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1 227,41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1 227,41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50 6 00 10010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50 6 00 10010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41,55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50 6 00 10020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1 185,86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50 6 00 10020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1 185,86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69 992,53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48 740,50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37 492,74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37 492,74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37 492,74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941,80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14 5 01 10010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941,80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36 550,94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14 5 01 10020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36 550,94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4 024,98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4 024,98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4 024,98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70,10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3 659,73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3 719,98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2 826,32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2 901,58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833,41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818,40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170,00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64,90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28 535,06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7 222,78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22 571,81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1 109,77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1 109,77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1 109,77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1 109,78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21 462,03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311,00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311,00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476,49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476,49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751,51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751,51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2ИП05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2ИП05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305,00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2ИП06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2ИП06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360,00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2ИП07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2ИП07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352,00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2ИП08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153,03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2ИП08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153,03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SИП02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3 600,00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3 088,00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SИП03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3 088,00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SИП04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3 000,00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SИП05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SИП05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SИП06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2 750,00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SИП06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2 750,00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SИП07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SИП07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2 525,00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SИП08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1 265,00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1 06 SИП08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1 265,00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04 2 00 00000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6 113,01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04 2 02 00000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6 113,01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6 113,01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6 113,01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 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32 667,00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57 850,00</w:t>
            </w:r>
          </w:p>
        </w:tc>
      </w:tr>
      <w:tr w:rsidR="00266BF9" w:rsidRPr="002D0E9A">
        <w:tc>
          <w:tcPr>
            <w:tcW w:w="3708" w:type="dxa"/>
            <w:vAlign w:val="center"/>
          </w:tcPr>
          <w:p w:rsidR="00266BF9" w:rsidRPr="002D0E9A" w:rsidRDefault="00266BF9" w:rsidP="002D0E9A">
            <w:pPr>
              <w:jc w:val="both"/>
            </w:pPr>
            <w:r w:rsidRPr="002D0E9A">
              <w:t>Итого</w:t>
            </w:r>
          </w:p>
        </w:tc>
        <w:tc>
          <w:tcPr>
            <w:tcW w:w="495" w:type="dxa"/>
            <w:vAlign w:val="bottom"/>
          </w:tcPr>
          <w:p w:rsidR="00266BF9" w:rsidRPr="002D0E9A" w:rsidRDefault="00266BF9" w:rsidP="002D0E9A">
            <w:pPr>
              <w:ind w:left="-112" w:right="-109"/>
            </w:pPr>
            <w:r w:rsidRPr="002D0E9A">
              <w:t> </w:t>
            </w:r>
          </w:p>
        </w:tc>
        <w:tc>
          <w:tcPr>
            <w:tcW w:w="314" w:type="dxa"/>
            <w:vAlign w:val="bottom"/>
          </w:tcPr>
          <w:p w:rsidR="00266BF9" w:rsidRPr="002D0E9A" w:rsidRDefault="00266BF9" w:rsidP="002D0E9A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266BF9" w:rsidRPr="002D0E9A" w:rsidRDefault="00266BF9" w:rsidP="002D0E9A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266BF9" w:rsidRPr="002D0E9A" w:rsidRDefault="00266BF9" w:rsidP="002D0E9A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15" w:type="dxa"/>
            <w:vAlign w:val="bottom"/>
          </w:tcPr>
          <w:p w:rsidR="00266BF9" w:rsidRPr="002D0E9A" w:rsidRDefault="00266BF9" w:rsidP="002D0E9A">
            <w:pPr>
              <w:ind w:left="-108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2 289 676,28</w:t>
            </w:r>
          </w:p>
        </w:tc>
        <w:tc>
          <w:tcPr>
            <w:tcW w:w="1465" w:type="dxa"/>
            <w:vAlign w:val="bottom"/>
          </w:tcPr>
          <w:p w:rsidR="00266BF9" w:rsidRPr="002D0E9A" w:rsidRDefault="00266BF9" w:rsidP="002D0E9A">
            <w:pPr>
              <w:ind w:left="-83"/>
              <w:jc w:val="right"/>
              <w:rPr>
                <w:color w:val="000000"/>
              </w:rPr>
            </w:pPr>
            <w:r w:rsidRPr="002D0E9A">
              <w:rPr>
                <w:color w:val="000000"/>
              </w:rPr>
              <w:t>2 039 545,44</w:t>
            </w:r>
          </w:p>
        </w:tc>
      </w:tr>
    </w:tbl>
    <w:p w:rsidR="00266BF9" w:rsidRDefault="00266BF9" w:rsidP="00E56553"/>
    <w:p w:rsidR="00266BF9" w:rsidRDefault="00266BF9" w:rsidP="00E56553"/>
    <w:p w:rsidR="00266BF9" w:rsidRDefault="00266BF9" w:rsidP="00E56553"/>
    <w:p w:rsidR="00266BF9" w:rsidRPr="001661DD" w:rsidRDefault="00266BF9" w:rsidP="001661DD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661DD">
        <w:rPr>
          <w:sz w:val="28"/>
          <w:szCs w:val="28"/>
        </w:rPr>
        <w:t xml:space="preserve">Управляющий делами Совета </w:t>
      </w:r>
    </w:p>
    <w:p w:rsidR="00266BF9" w:rsidRPr="001661DD" w:rsidRDefault="00266BF9" w:rsidP="001661DD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661DD">
        <w:rPr>
          <w:sz w:val="28"/>
          <w:szCs w:val="28"/>
        </w:rPr>
        <w:t xml:space="preserve">депутатов Петровского муниципального  </w:t>
      </w:r>
    </w:p>
    <w:p w:rsidR="00266BF9" w:rsidRPr="001661DD" w:rsidRDefault="00266BF9" w:rsidP="001661DD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661DD">
        <w:rPr>
          <w:sz w:val="28"/>
          <w:szCs w:val="28"/>
        </w:rPr>
        <w:t>округа Ставропольского края</w:t>
      </w:r>
      <w:r w:rsidRPr="001661DD">
        <w:rPr>
          <w:sz w:val="28"/>
          <w:szCs w:val="28"/>
        </w:rPr>
        <w:tab/>
      </w:r>
      <w:r w:rsidRPr="001661DD">
        <w:rPr>
          <w:sz w:val="28"/>
          <w:szCs w:val="28"/>
        </w:rPr>
        <w:tab/>
        <w:t xml:space="preserve">Е.Н. Денисенко </w:t>
      </w:r>
    </w:p>
    <w:sectPr w:rsidR="00266BF9" w:rsidRPr="001661DD" w:rsidSect="0058294C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04631"/>
    <w:rsid w:val="000173AA"/>
    <w:rsid w:val="00020AEF"/>
    <w:rsid w:val="000320E9"/>
    <w:rsid w:val="000616EC"/>
    <w:rsid w:val="000A0BF0"/>
    <w:rsid w:val="000A5673"/>
    <w:rsid w:val="000A69BB"/>
    <w:rsid w:val="000B5E15"/>
    <w:rsid w:val="000D0529"/>
    <w:rsid w:val="0012413A"/>
    <w:rsid w:val="001661DD"/>
    <w:rsid w:val="00167538"/>
    <w:rsid w:val="00170D46"/>
    <w:rsid w:val="001D11C6"/>
    <w:rsid w:val="001D6B2B"/>
    <w:rsid w:val="001D7BC0"/>
    <w:rsid w:val="00211796"/>
    <w:rsid w:val="00246A9D"/>
    <w:rsid w:val="00264FE3"/>
    <w:rsid w:val="00266BF9"/>
    <w:rsid w:val="002765D5"/>
    <w:rsid w:val="002D0E9A"/>
    <w:rsid w:val="00361259"/>
    <w:rsid w:val="00366905"/>
    <w:rsid w:val="003A35BE"/>
    <w:rsid w:val="003E001B"/>
    <w:rsid w:val="003E06EF"/>
    <w:rsid w:val="00403F8F"/>
    <w:rsid w:val="00443B7E"/>
    <w:rsid w:val="0044588F"/>
    <w:rsid w:val="004648AE"/>
    <w:rsid w:val="00491F0C"/>
    <w:rsid w:val="00495A78"/>
    <w:rsid w:val="00497E4E"/>
    <w:rsid w:val="005253B2"/>
    <w:rsid w:val="0053454E"/>
    <w:rsid w:val="0058294C"/>
    <w:rsid w:val="005A6A0D"/>
    <w:rsid w:val="005E0BD8"/>
    <w:rsid w:val="005E1EA7"/>
    <w:rsid w:val="00604F44"/>
    <w:rsid w:val="006650D1"/>
    <w:rsid w:val="00680780"/>
    <w:rsid w:val="0069395F"/>
    <w:rsid w:val="0072503B"/>
    <w:rsid w:val="007455A8"/>
    <w:rsid w:val="00775994"/>
    <w:rsid w:val="007A56B6"/>
    <w:rsid w:val="007D4224"/>
    <w:rsid w:val="008206F2"/>
    <w:rsid w:val="00841318"/>
    <w:rsid w:val="008515E9"/>
    <w:rsid w:val="00893B32"/>
    <w:rsid w:val="008A4D99"/>
    <w:rsid w:val="008D477B"/>
    <w:rsid w:val="0094460C"/>
    <w:rsid w:val="00976BE8"/>
    <w:rsid w:val="009900D0"/>
    <w:rsid w:val="009A22A2"/>
    <w:rsid w:val="00A10B7B"/>
    <w:rsid w:val="00A61F3D"/>
    <w:rsid w:val="00A7097F"/>
    <w:rsid w:val="00A95443"/>
    <w:rsid w:val="00AC1E8E"/>
    <w:rsid w:val="00AD4195"/>
    <w:rsid w:val="00AF279F"/>
    <w:rsid w:val="00AF70DB"/>
    <w:rsid w:val="00B30D6E"/>
    <w:rsid w:val="00B55953"/>
    <w:rsid w:val="00B8744F"/>
    <w:rsid w:val="00BF01B4"/>
    <w:rsid w:val="00C75538"/>
    <w:rsid w:val="00CC364A"/>
    <w:rsid w:val="00D05695"/>
    <w:rsid w:val="00D328EF"/>
    <w:rsid w:val="00D475D3"/>
    <w:rsid w:val="00D6659D"/>
    <w:rsid w:val="00DA69D4"/>
    <w:rsid w:val="00DC4D93"/>
    <w:rsid w:val="00E033AC"/>
    <w:rsid w:val="00E112FF"/>
    <w:rsid w:val="00E21A26"/>
    <w:rsid w:val="00E45313"/>
    <w:rsid w:val="00E47CAF"/>
    <w:rsid w:val="00E530AA"/>
    <w:rsid w:val="00E56553"/>
    <w:rsid w:val="00E6329C"/>
    <w:rsid w:val="00EE7EF4"/>
    <w:rsid w:val="00EF5AAA"/>
    <w:rsid w:val="00EF6552"/>
    <w:rsid w:val="00F96C88"/>
    <w:rsid w:val="00FE2AFB"/>
    <w:rsid w:val="00FE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Normal"/>
    <w:uiPriority w:val="99"/>
    <w:rsid w:val="00A709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65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</TotalTime>
  <Pages>76</Pages>
  <Words>19558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69</cp:revision>
  <cp:lastPrinted>2023-11-08T07:25:00Z</cp:lastPrinted>
  <dcterms:created xsi:type="dcterms:W3CDTF">2021-02-02T05:08:00Z</dcterms:created>
  <dcterms:modified xsi:type="dcterms:W3CDTF">2023-11-08T07:30:00Z</dcterms:modified>
</cp:coreProperties>
</file>